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B7F44" w14:textId="77777777" w:rsidR="001C3D4C" w:rsidRPr="001C3D4C" w:rsidRDefault="001C3D4C" w:rsidP="001C3D4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C3D4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SARS-CoV-2/human/USA/MA-Broad-CRSP_OTZ2XP3IC3O2MGXT/2022, complete genome</w:t>
      </w:r>
    </w:p>
    <w:p w14:paraId="001E1365" w14:textId="77777777" w:rsidR="001C3D4C" w:rsidRPr="001C3D4C" w:rsidRDefault="001C3D4C" w:rsidP="001C3D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t>GenBank: ON200438.1</w:t>
      </w:r>
    </w:p>
    <w:p w14:paraId="1CDACC4E" w14:textId="77777777" w:rsidR="001C3D4C" w:rsidRPr="001C3D4C" w:rsidRDefault="001C3D4C" w:rsidP="001C3D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"https://www.ncbi.nlm.nih.gov/nuccore/ON200438.1?report=fasta" </w:instrTex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3D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"https://www.ncbi.nlm.nih.gov/nuccore/ON200438.1?report=graph" </w:instrTex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3D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00438.1"/>
    <w:bookmarkEnd w:id="1"/>
    <w:p w14:paraId="10DC922C" w14:textId="77777777" w:rsidR="001C3D4C" w:rsidRPr="001C3D4C" w:rsidRDefault="001C3D4C" w:rsidP="001C3D4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"https://www.ncbi.nlm.nih.gov/nuccore/ON200438.1" \l "goto2221153706_0" </w:instrTex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3D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C3D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E06E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LOCUS       ON200438               29804 bp    RNA     linear   VRL 10-APR-2022</w:t>
      </w:r>
    </w:p>
    <w:p w14:paraId="550CB59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9E677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SARS-CoV-2/human/USA/MA-Broad-CRSP_OTZ2XP3IC3O2MGXT/2022, complete</w:t>
      </w:r>
    </w:p>
    <w:p w14:paraId="4EF55B9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35C76B4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ACCESSION   ON200438</w:t>
      </w:r>
    </w:p>
    <w:p w14:paraId="3E6B37D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VERSION     ON200438.1</w:t>
      </w:r>
    </w:p>
    <w:p w14:paraId="324A240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54C9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"https://www.ncbi.nlm.nih.gov/biosample/SAMN27411854"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SAMN27411854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CCC73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7030AC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C15BE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F028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6441B7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DDDF79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76F925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29804)</w:t>
      </w:r>
    </w:p>
    <w:p w14:paraId="7E4E594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1EC365F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492C5E1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4623A27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601D0CA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557AE61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66DACE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731E1D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654BC05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261F027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EADFA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29804)</w:t>
      </w:r>
    </w:p>
    <w:p w14:paraId="436088B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696ABD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3F055CA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4BC062E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2E9F62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338846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0DFBF6C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16369E2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485E66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88A8F1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(10-APR-2022) Infectious Disease Program, Broad Institute</w:t>
      </w:r>
    </w:p>
    <w:p w14:paraId="26A18A1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1E3AF7B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00438.1"/>
      <w:bookmarkEnd w:id="2"/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73EB2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1B4B06F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4510x</w:t>
      </w:r>
    </w:p>
    <w:p w14:paraId="2858220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81D51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BE7E3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00438.1"/>
      <w:bookmarkEnd w:id="3"/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1FCB6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1..29804</w:t>
      </w:r>
    </w:p>
    <w:p w14:paraId="3702B61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E1013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9C9077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03044B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/isolate="SARS-CoV-2/human/USA/MA-Broad-</w:t>
      </w:r>
    </w:p>
    <w:p w14:paraId="16C8C3D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CRSP_OTZ2XP3IC3O2MGXT/2022"</w:t>
      </w:r>
    </w:p>
    <w:p w14:paraId="2F0E2B7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DA6EAB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7886B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9C0C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6893E9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/collection_date="2022-03-24"</w:t>
      </w:r>
    </w:p>
    <w:p w14:paraId="0D8269F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5F27F10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1A56CAF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0EB591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"https://www.ncbi.nlm.nih.gov/nuccore/ON200438.1?from=220&amp;to=21500"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220..21500</w:t>
      </w:r>
    </w:p>
    <w:p w14:paraId="668C090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2498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"https://www.ncbi.nlm.nih.gov/nuccore/ON200438.1?location=220:13413,13413:21500"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join(220..13413,13413..21500)</w:t>
      </w:r>
    </w:p>
    <w:p w14:paraId="7B0C66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444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FAF617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3A65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951C89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"https://www.ncbi.nlm.nih.gov/protein/2221153707"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UOM82988.1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9E37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E8EB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A27D6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7B0F2A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5A4A7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4E852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9F04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1270DA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79DB1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D64B8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1D76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61A0C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462DED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0AEBE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0950B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66B4F9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D9CB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755077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0D4DC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6EBA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ED9CA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9F58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04E3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F90B7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DD78C6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13243E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63D1C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72B4F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95A8D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7A5D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64AFC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B8949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2A99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64E2D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435E7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8CD9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D7BE3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4E41A2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DCCD57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625002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483C98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ED75FC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782AC1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B11A54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FF9A3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ECB497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7CEBAF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0E67F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5B3445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3951FCA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95733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15A71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5C782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1F064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E43F82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093830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6175AD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905EBF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33B0D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B8655E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B99F0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BAA902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969AF6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67A6D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1B9C17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E3ECAE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9FB5C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B0778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89D100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C7DDD0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39422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50683E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5FF38C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B3291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E0869D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3D1D72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4375F1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47B51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8FC2FE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DC7130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932BAE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A39204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C99623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359F1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C8A496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02F8E2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B6D207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44828AA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F0F2A2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3D1C8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208B38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22DB184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A3E5E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55CB232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D1140B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9ECEF1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19C54B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56BB04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F5650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D5D63B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2C6BD7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D60612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57C72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24785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CCCE9A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C2BE75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B568EE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2B52AC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B360B1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354A7E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1B94ED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D132BF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38A2E4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71DE5D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107E5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70656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9339B4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BD962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DB571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4C092B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ACA418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C402B2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4C4A5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70659E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"https://www.ncbi.nlm.nih.gov/protein/UOM82988.1?from=1&amp;to=180"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59B3F87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ED4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344B17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"https://www.ncbi.nlm.nih.gov/protein/UOM82988.1?from=181&amp;to=818"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6D58719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AFF3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ED5B3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"https://www.ncbi.nlm.nih.gov/protein/UOM82988.1?from=819&amp;to=2763"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49D1010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259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C298D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"https://www.ncbi.nlm.nih.gov/protein/UOM82988.1?from=2764&amp;to=3263"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066F279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E5C0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2DCE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"https://www.ncbi.nlm.nih.gov/protein/UOM82988.1?from=3264&amp;to=3569"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065675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DA70A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1FA1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"https://www.ncbi.nlm.nih.gov/protein/UOM82988.1?from=3570&amp;to=3856"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587779F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ED62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BB04E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"https://www.ncbi.nlm.nih.gov/protein/UOM82988.1?from=3857&amp;to=3939"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25B76D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39CF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D8525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"https://www.ncbi.nlm.nih.gov/protein/UOM82988.1?from=3940&amp;to=4137"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79DAD0E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E1CB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EF91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"https://www.ncbi.nlm.nih.gov/protein/UOM82988.1?from=4138&amp;to=4250"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39A389F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049B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4866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"https://www.ncbi.nlm.nih.gov/protein/UOM82988.1?from=4251&amp;to=4389"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1681692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CE7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4C024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"https://www.ncbi.nlm.nih.gov/protein/UOM82988.1?from=4390&amp;to=5321"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join(13387..13413,13413..16181)</w:t>
      </w:r>
    </w:p>
    <w:p w14:paraId="17FFB73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4314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82BC5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"https://www.ncbi.nlm.nih.gov/protein/UOM82988.1?from=5322&amp;to=5922"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16182..17984</w:t>
      </w:r>
    </w:p>
    <w:p w14:paraId="4580501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E41B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7B4F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"https://www.ncbi.nlm.nih.gov/protein/UOM82988.1?from=5923&amp;to=6449"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17985..19565</w:t>
      </w:r>
    </w:p>
    <w:p w14:paraId="67ADD1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0B5A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7858C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"https://www.ncbi.nlm.nih.gov/protein/UOM82988.1?from=6450&amp;to=6795"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19566..20603</w:t>
      </w:r>
    </w:p>
    <w:p w14:paraId="39758DB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AC23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68A2AF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"https://www.ncbi.nlm.nih.gov/protein/UOM82988.1?from=6796&amp;to=7093"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20604..21497</w:t>
      </w:r>
    </w:p>
    <w:p w14:paraId="4D9F6EB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66D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C75ED0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"https://www.ncbi.nlm.nih.gov/nuccore/ON200438.1?from=220&amp;to=13428"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220..13428</w:t>
      </w:r>
    </w:p>
    <w:p w14:paraId="2313BF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C18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31CE4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1C2B0D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"https://www.ncbi.nlm.nih.gov/protein/2221153708"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UOM82989.1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05F88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1CFCA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0015BC2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CE01F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D282A7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F1D31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3C44F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2DA9B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D5AFD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C7D8C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D4E71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8B2118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566BE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75BE2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80BC99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74151E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F0505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477E7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CA5E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8C269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B040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A5BE6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865B3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965E40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E97B3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C28E04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318BF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D454B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C372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07FB6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43BA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43F6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B4191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702A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16012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365CE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96E4C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5D4995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80B64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821A1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D33153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BC2F0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089685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752F3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44A242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FE7A8C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5438D4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B8F973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A9CCB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31F3BE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04917C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F23175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0437F2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872FD5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E6E201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1D0F2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7FDDA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0AEEC1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1A50C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3E016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CF07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F70047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76871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CD2141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2589FB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CF55ED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44531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433A1C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BD1E0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D96CCB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D38E4D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AB014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002D6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7F6F86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8A5166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05A7A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A07AF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3D8A61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"https://www.ncbi.nlm.nih.gov/protein/UOM82989.1?from=1&amp;to=180"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220..759</w:t>
      </w:r>
    </w:p>
    <w:p w14:paraId="3967CE0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7423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95601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"https://www.ncbi.nlm.nih.gov/protein/UOM82989.1?from=181&amp;to=818"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760..2673</w:t>
      </w:r>
    </w:p>
    <w:p w14:paraId="0193960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EFCF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E53D3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"https://www.ncbi.nlm.nih.gov/protein/UOM82989.1?from=819&amp;to=2763"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2674..8508</w:t>
      </w:r>
    </w:p>
    <w:p w14:paraId="146B5DB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7CE3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3EAE550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"https://www.ncbi.nlm.nih.gov/protein/UOM82989.1?from=2764&amp;to=3263"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8509..10008</w:t>
      </w:r>
    </w:p>
    <w:p w14:paraId="40FFDAC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824B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62430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"https://www.ncbi.nlm.nih.gov/protein/UOM82989.1?from=3264&amp;to=3569"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10009..10926</w:t>
      </w:r>
    </w:p>
    <w:p w14:paraId="755650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4EBC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9F284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"https://www.ncbi.nlm.nih.gov/protein/UOM82989.1?from=3570&amp;to=3856"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10927..11787</w:t>
      </w:r>
    </w:p>
    <w:p w14:paraId="02D898E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6F05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02663B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"https://www.ncbi.nlm.nih.gov/protein/UOM82989.1?from=3857&amp;to=3939"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11788..12036</w:t>
      </w:r>
    </w:p>
    <w:p w14:paraId="7BCC688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D3D9D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8E73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"https://www.ncbi.nlm.nih.gov/protein/UOM82989.1?from=3940&amp;to=4137"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12037..12630</w:t>
      </w:r>
    </w:p>
    <w:p w14:paraId="22AC232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D125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44790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"https://www.ncbi.nlm.nih.gov/protein/UOM82989.1?from=4138&amp;to=4250"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12631..12969</w:t>
      </w:r>
    </w:p>
    <w:p w14:paraId="5BE3E5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95E0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99796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"https://www.ncbi.nlm.nih.gov/protein/UOM82989.1?from=4251&amp;to=4389"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12970..13386</w:t>
      </w:r>
    </w:p>
    <w:p w14:paraId="5FD3411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7576B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58E08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"https://www.ncbi.nlm.nih.gov/protein/UOM82989.1?from=4390&amp;to=4402"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13387..13425</w:t>
      </w:r>
    </w:p>
    <w:p w14:paraId="23AAEA9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6A8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7AEFE8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"https://www.ncbi.nlm.nih.gov/nuccore/ON200438.1?from=13421&amp;to=13448"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13421..13448</w:t>
      </w:r>
    </w:p>
    <w:p w14:paraId="5F6842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E51E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28B84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83144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"https://www.ncbi.nlm.nih.gov/nuccore/ON200438.1?from=13433&amp;to=13487"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13433..13487</w:t>
      </w:r>
    </w:p>
    <w:p w14:paraId="252FB0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52A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CD65E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ECAF62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"https://www.ncbi.nlm.nih.gov/nuccore/ON200438.1?from=21508&amp;to=25320"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21508..25320</w:t>
      </w:r>
    </w:p>
    <w:p w14:paraId="5B53237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83930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"https://www.ncbi.nlm.nih.gov/nuccore/ON200438.1?from=21508&amp;to=25320"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21508..25320</w:t>
      </w:r>
    </w:p>
    <w:p w14:paraId="15AB1E8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BEC5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98BE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BDAFA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"https://www.ncbi.nlm.nih.gov/protein/2221153709"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UOM82990.1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D970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2B32CE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ECE46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0A73794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AFFD4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37DD3E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D37BB3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E15BC1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62DE98E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RLFRKSNLKPFERDISTEIYQAGNKPCNGVAGFNCYFPLRSYGFRPTNGVGHQPYRVV</w:t>
      </w:r>
    </w:p>
    <w:p w14:paraId="109C8CC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0D1138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FE79B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33BEBB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CCDF8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4CD16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ADD61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E17B9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A4FA63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CA8CC6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2B629E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172CD1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C322E4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26A5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A03B5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"https://www.ncbi.nlm.nih.gov/nuccore/ON200438.1?from=25329&amp;to=26156"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25329..26156</w:t>
      </w:r>
    </w:p>
    <w:p w14:paraId="7B112D3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00115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"https://www.ncbi.nlm.nih.gov/nuccore/ON200438.1?from=25329&amp;to=26156"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25329..26156</w:t>
      </w:r>
    </w:p>
    <w:p w14:paraId="66A6EA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78BF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447A6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119AB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UOM82991.1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40ED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48EA8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25AE46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3F976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443C49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6DAE37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"https://www.ncbi.nlm.nih.gov/nuccore/ON200438.1?from=26181&amp;to=26408"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26181..26408</w:t>
      </w:r>
    </w:p>
    <w:p w14:paraId="66557F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04B80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"https://www.ncbi.nlm.nih.gov/nuccore/ON200438.1?from=26181&amp;to=26408"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26181..26408</w:t>
      </w:r>
    </w:p>
    <w:p w14:paraId="4515C8A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C07BB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5751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ECF5E0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"https://www.ncbi.nlm.nih.gov/protein/2221153711"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UOM82992.1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57685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849DE9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4ED27A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"https://www.ncbi.nlm.nih.gov/nuccore/ON200438.1?from=26459&amp;to=27127"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26459..27127</w:t>
      </w:r>
    </w:p>
    <w:p w14:paraId="5917724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3891A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"https://www.ncbi.nlm.nih.gov/nuccore/ON200438.1?from=26459&amp;to=27127"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26459..27127</w:t>
      </w:r>
    </w:p>
    <w:p w14:paraId="6DC911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C1DB6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0B200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AD8F1C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"https://www.ncbi.nlm.nih.gov/protein/2221153712"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UOM82993.1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BF55F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A5127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6575E1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0C1027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788DA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839652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"https://www.ncbi.nlm.nih.gov/nuccore/ON200438.1?from=27138&amp;to=27323"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27138..27323</w:t>
      </w:r>
    </w:p>
    <w:p w14:paraId="1CEA68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7AE4C5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"https://www.ncbi.nlm.nih.gov/nuccore/ON200438.1?from=27138&amp;to=27323"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27138..27323</w:t>
      </w:r>
    </w:p>
    <w:p w14:paraId="24B3B7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D9EA8D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BFD52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6161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UOM82994.1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EDE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701332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4158E8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"https://www.ncbi.nlm.nih.gov/nuccore/ON200438.1?from=27330&amp;to=27695"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27330..27695</w:t>
      </w:r>
    </w:p>
    <w:p w14:paraId="3A09C5E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FB231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"https://www.ncbi.nlm.nih.gov/nuccore/ON200438.1?from=27330&amp;to=27695"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27330..27695</w:t>
      </w:r>
    </w:p>
    <w:p w14:paraId="747DE4D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C13B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09737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1A0595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"https://www.ncbi.nlm.nih.gov/protein/2221153714"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UOM82995.1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FB9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DE196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E80D0F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EDC8F8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"https://www.ncbi.nlm.nih.gov/nuccore/ON200438.1?from=27692&amp;to=27823"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27692..27823</w:t>
      </w:r>
    </w:p>
    <w:p w14:paraId="1E7C2AE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86C48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"https://www.ncbi.nlm.nih.gov/nuccore/ON200438.1?from=27692&amp;to=27823"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27692..27823</w:t>
      </w:r>
    </w:p>
    <w:p w14:paraId="792F068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1A307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C189A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CB091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UOM82996.1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28720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AB32A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"https://www.ncbi.nlm.nih.gov/nuccore/ON200438.1?from=27830&amp;to=28195"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27830..28195</w:t>
      </w:r>
    </w:p>
    <w:p w14:paraId="76C2649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A9ACD3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"https://www.ncbi.nlm.nih.gov/nuccore/ON200438.1?from=27830&amp;to=28195"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27830..28195</w:t>
      </w:r>
    </w:p>
    <w:p w14:paraId="3FBFFD0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435A5F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0395D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9984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"https://www.ncbi.nlm.nih.gov/protein/2221153716"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UOM82997.1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7CD8F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19CA45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158ABC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1C3419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"https://www.ncbi.nlm.nih.gov/nuccore/ON200438.1?from=28210&amp;to=29460"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28210..29460</w:t>
      </w:r>
    </w:p>
    <w:p w14:paraId="5AB83C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F819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"https://www.ncbi.nlm.nih.gov/nuccore/ON200438.1?from=28210&amp;to=29460"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28210..29460</w:t>
      </w:r>
    </w:p>
    <w:p w14:paraId="10FF13D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4A8E5D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862E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CB532C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"https://www.ncbi.nlm.nih.gov/protein/2221153717"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UOM82998.1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6944C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8022F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CB338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3859A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79006D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61FB5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8F4A8D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CFD8D8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62B5CF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"https://www.ncbi.nlm.nih.gov/nuccore/ON200438.1?from=29485&amp;to=29601"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29485..29601</w:t>
      </w:r>
    </w:p>
    <w:p w14:paraId="08996EC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3BB15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"https://www.ncbi.nlm.nih.gov/nuccore/ON200438.1?from=29485&amp;to=29601"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29485..29601</w:t>
      </w:r>
    </w:p>
    <w:p w14:paraId="6A0F49C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8DEB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8B9A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8C1EE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"https://www.ncbi.nlm.nih.gov/protein/2221153718"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UOM82999.1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EA5DC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41BCB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"https://www.ncbi.nlm.nih.gov/nuccore/ON200438.1?from=29536&amp;to=29571"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29536..29571</w:t>
      </w:r>
    </w:p>
    <w:p w14:paraId="596BCF1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F5815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06F154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"https://www.ncbi.nlm.nih.gov/nuccore/ON200438.1?from=29556&amp;to=29584"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29556..29584</w:t>
      </w:r>
    </w:p>
    <w:p w14:paraId="00914E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7C12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FCF7E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"https://www.ncbi.nlm.nih.gov/nuccore/ON200438.1?from=29655&amp;to=29669" </w:instrTex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3D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29655..29669</w:t>
      </w:r>
    </w:p>
    <w:p w14:paraId="063CD67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6FBB47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465BD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00438.1"/>
      <w:bookmarkEnd w:id="4"/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tctcttgtag atctgttctc taaacgaact ttaaaatctg tgtggctgtc actcggctgc</w:t>
      </w:r>
    </w:p>
    <w:p w14:paraId="633F476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atgcttagtg cactcacgca gtataattaa taactaatta ctgtcgttga caggacacga</w:t>
      </w:r>
    </w:p>
    <w:p w14:paraId="0DA3795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gtaactcgtc tatcttctgc aggctgctta cggtttcgtc cgtgttgcag ccgatcatca</w:t>
      </w:r>
    </w:p>
    <w:p w14:paraId="5372AB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gcacatctag gttttgtccg ggtgtgaccg aaaggtaaga tggagagcct tgtccctggt</w:t>
      </w:r>
    </w:p>
    <w:p w14:paraId="711E2D3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ttcaacgaga aaacacacgt ccaactcagt ttgcctgttt tacaggttcg cgacgtgctc</w:t>
      </w:r>
    </w:p>
    <w:p w14:paraId="2DB8D2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gtacgtggct ttggagactc cgtggaggag gtcttatcag aggcacgtca acatcttaaa</w:t>
      </w:r>
    </w:p>
    <w:p w14:paraId="266D4B6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gatggcactt gtggcttagt agaagttgaa aaaggcgttt tgcctcaact tgaacagccc</w:t>
      </w:r>
    </w:p>
    <w:p w14:paraId="49F39E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tatgtgttca tcaaacgttc ggatgctcga actgcacctc atggtcatgt tatggttgag</w:t>
      </w:r>
    </w:p>
    <w:p w14:paraId="221E9C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ctggtagcag aactcgaagg cattcagtac ggtcgtagtg gtgagacact tggtgtcctt</w:t>
      </w:r>
    </w:p>
    <w:p w14:paraId="0B77BE4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gtccctcatg tgggcgaaat accagtggct taccgcaagg ttcttcttcg taagaacggt</w:t>
      </w:r>
    </w:p>
    <w:p w14:paraId="0BCBF6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aataaaggag ctggtggcca taggtacggc gccgatctaa agtcatttga cttaggcgac</w:t>
      </w:r>
    </w:p>
    <w:p w14:paraId="2ABF29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gagcttggca ctgatcctta tgaagatttt caagaaaact ggaacactaa acatagcagt</w:t>
      </w:r>
    </w:p>
    <w:p w14:paraId="029A055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ggtgttaccc gtgaactcat gcgtgagctt aacggagggg catacactcg ctatgtcgat</w:t>
      </w:r>
    </w:p>
    <w:p w14:paraId="69CBF4C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aacaacttct gtggccctga tggctaccct cttgagtgca ttaaagacct tctagcacgt</w:t>
      </w:r>
    </w:p>
    <w:p w14:paraId="507B7BF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gctggtaaag cttcatgcac tttgtccgaa caactggact ttattgacac taagaggggt</w:t>
      </w:r>
    </w:p>
    <w:p w14:paraId="2C50CB7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gtatactgct gccgtgaaca tgagcatgaa attgcttggt acacggaacg ttctgaaaag</w:t>
      </w:r>
    </w:p>
    <w:p w14:paraId="329A68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agctatgaat tgcagacacc ttttgaaatt aaattggcaa agaaatttga caccttcaat</w:t>
      </w:r>
    </w:p>
    <w:p w14:paraId="68A0242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ggggaatgtc caaattttgt atttccctta aattccataa tcaagactat tcaaccaagg</w:t>
      </w:r>
    </w:p>
    <w:p w14:paraId="629869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gttgaaaaga aaaagcttga tggctttatg ggtagaattc gatctgtcta tccagttgcg</w:t>
      </w:r>
    </w:p>
    <w:p w14:paraId="0C11525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tcaccaaatg aatgcaacca aatgtgcctt tcaactctca tgaagtgtga tcattgtggt</w:t>
      </w:r>
    </w:p>
    <w:p w14:paraId="0F90A1F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gaaacttcat ggcagacggg cgattttgtt aaagccactt gcgaattttg tggcactgag</w:t>
      </w:r>
    </w:p>
    <w:p w14:paraId="3AA2F3E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aatttgacta aagaaggtgc cactacttgt ggttacttac cccaaaatgc tgttgttaaa</w:t>
      </w:r>
    </w:p>
    <w:p w14:paraId="18729C1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atttattgtc cagcatgtca caattcagaa gtaggacctg agcatagtct tgccgaatac</w:t>
      </w:r>
    </w:p>
    <w:p w14:paraId="7FDBBFC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cataatgaat ctggcttgaa aaccattctt cgtaagggtg gtcgcactat tgcctttgga</w:t>
      </w:r>
    </w:p>
    <w:p w14:paraId="2C5A0F5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ggctgtgtgt tctcttatgt tggttgccat aacaagtgtg cctattgggt tccacgtgct</w:t>
      </w:r>
    </w:p>
    <w:p w14:paraId="160A43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agcgctaaca taggttgtaa ccatacaggt gttgttggag aaggttccga aggtcttaat</w:t>
      </w:r>
    </w:p>
    <w:p w14:paraId="22B9807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gacaaccttc ttgaaatact ccaaaaagag aaagtcaaca tcaatattgt tggtgacttt</w:t>
      </w:r>
    </w:p>
    <w:p w14:paraId="418310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aaacttaatg aagagatcgc cattattttg gcatcttttt ctgcttccac aagtgctttt</w:t>
      </w:r>
    </w:p>
    <w:p w14:paraId="5C15527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gtggaaactg tgaaaggttt ggattataaa gcattcaaac aaattgttga atcctgtggt</w:t>
      </w:r>
    </w:p>
    <w:p w14:paraId="39092F5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aattttaaag ttacaaaagg aaaagctaaa aaaggtgcct ggaatattgg tgaacagaaa</w:t>
      </w:r>
    </w:p>
    <w:p w14:paraId="3069F8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tcaatactga gtcctcttta tgcatttgca tcagaggctg ctcgtgttgt acgatcaatt</w:t>
      </w:r>
    </w:p>
    <w:p w14:paraId="6C6DE19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ttctcccgca ctcttgaaac tgctcaaaat tctgtgcgtg ttttacagaa ggccgctata</w:t>
      </w:r>
    </w:p>
    <w:p w14:paraId="4E74616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acaatactag atggaatttc acagtattca ctgagactca ttgatgctat gatgttcaca</w:t>
      </w:r>
    </w:p>
    <w:p w14:paraId="61CA91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tctgatttgg ctactaacaa tctagttgta atggcctaca ttacaggtgg tgttgttcag</w:t>
      </w:r>
    </w:p>
    <w:p w14:paraId="333516B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ttgacttcgc agtggctaac taacatcttt ggcactgttt atgaaaaact caaacccgtc</w:t>
      </w:r>
    </w:p>
    <w:p w14:paraId="16B5E30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cttgattggc ttgaagagaa gtttaaggaa ggtgtagagt ttcttagaga cggttgggaa</w:t>
      </w:r>
    </w:p>
    <w:p w14:paraId="5AD2FD8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attgttaaat ttatctcaac ctgtgcttgt gaaattgtcg gtggacaaat tgtcacctgt</w:t>
      </w:r>
    </w:p>
    <w:p w14:paraId="6B55CFA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gcaaaggaaa ttaaggagag tgttcagaca ttctttaagc ttgtaaataa atttttggct</w:t>
      </w:r>
    </w:p>
    <w:p w14:paraId="560D2E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ttgtgtgctg actctatcat tattggtgga gctaaactta aagccttgaa tttaggtgaa</w:t>
      </w:r>
    </w:p>
    <w:p w14:paraId="52C3EB5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acatttgtca cgcactcaaa gggattgtac agaaagtgtg ttaaatccag agaagaaact</w:t>
      </w:r>
    </w:p>
    <w:p w14:paraId="4127B8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ggcctactca tgcctctaaa agccccaaaa gaaattatct tcttagaggg agaaacactt</w:t>
      </w:r>
    </w:p>
    <w:p w14:paraId="2BDDEF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cccacagaag tgttaacaga ggaagttgtc ttgaaaactg gtgatttaca accattagaa</w:t>
      </w:r>
    </w:p>
    <w:p w14:paraId="7C2D61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caacctacta gtgaagctgt tgaagctcca ttggttggta caccagtttg tattaacggg</w:t>
      </w:r>
    </w:p>
    <w:p w14:paraId="7408D28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cttatgttgc tcgaaatcaa agacacagaa aagtactgtg cccttgcacc taatatgatg</w:t>
      </w:r>
    </w:p>
    <w:p w14:paraId="11819D8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gtaacaaaca ataccttcac actcaaaggc ggtgcaccaa caaaggttac ttttggtgat</w:t>
      </w:r>
    </w:p>
    <w:p w14:paraId="3484E9B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gacactgtga tagaagtgca aggttacaag agtgtgaata tcatttttga acttgatgaa</w:t>
      </w:r>
    </w:p>
    <w:p w14:paraId="6A0792C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aggattgata aagtacttaa tgagaagtgc tctgcctata cagttgaact cggtacagaa</w:t>
      </w:r>
    </w:p>
    <w:p w14:paraId="3F96F96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gtaaatgagt tcgcctgtgt tgtggcagat gctgtcataa aaactttgca accagtatct</w:t>
      </w:r>
    </w:p>
    <w:p w14:paraId="1DEB53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gaattactta caccactggg cattgattta gatgagtgga gtatggctac atactactta</w:t>
      </w:r>
    </w:p>
    <w:p w14:paraId="67FE19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tttgatgagt ctggtgagtt taaattggct tcacatatgt attgttcttt ttaccctcca</w:t>
      </w:r>
    </w:p>
    <w:p w14:paraId="1A20B05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gatgaggatg aagaagaagg tgattgtgaa gaagaagagt ttgagccatc aactcaatat</w:t>
      </w:r>
    </w:p>
    <w:p w14:paraId="731A27D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gagtatggta ctgaagatga ttaccaaggt aaacctttgg aatttggtgc cacttctgct</w:t>
      </w:r>
    </w:p>
    <w:p w14:paraId="4D763C7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gctcttcaac ctgaagaaga gcaagaagaa gattggttag atgatgatag tcaacaaact</w:t>
      </w:r>
    </w:p>
    <w:p w14:paraId="4BFA7C4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gttggtcaac aagacggcag tgaggacaat cagacaacta ctattcaaac aattgttgag</w:t>
      </w:r>
    </w:p>
    <w:p w14:paraId="637E31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gttcaacctc aattagagat ggaacttaca ccagttgttc agactattga agtgaatagt</w:t>
      </w:r>
    </w:p>
    <w:p w14:paraId="7B3016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tttagtggtt atttaaaact tactgacaat gtatacatta aaaatgcaga cattgtggaa</w:t>
      </w:r>
    </w:p>
    <w:p w14:paraId="7ED2B6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gaagctaaaa aggtaaaacc aacagtggtt gttaatgcag ccaatgttta ccttaaacat</w:t>
      </w:r>
    </w:p>
    <w:p w14:paraId="74A47C4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ggaggaggtg ttgcaggagc cttaaataag gctactaaca atgccatgca agttgaatct</w:t>
      </w:r>
    </w:p>
    <w:p w14:paraId="65414B3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gatgattaca tagctactaa tggaccactt aaagtgggtg gtagttgtgt tttaagcgga</w:t>
      </w:r>
    </w:p>
    <w:p w14:paraId="14F08F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cacaatcttg ctaaacactg tcttcatgtt gtcggcccaa atgttaacaa aggtgaagac</w:t>
      </w:r>
    </w:p>
    <w:p w14:paraId="6BBAEC6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attcaacttc ttaagagtgc ttatgaaaat tttaatcagc acgaagttct acttgcacca</w:t>
      </w:r>
    </w:p>
    <w:p w14:paraId="7D0C71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ttattatcag ctggtatttt tggtgctgac cctatacatt ctttaagagt ttgtgtagat</w:t>
      </w:r>
    </w:p>
    <w:p w14:paraId="616F0BB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actgttcgca caaatgtcta cttagctgtc tttgataaaa atctctatga caaacttgtt</w:t>
      </w:r>
    </w:p>
    <w:p w14:paraId="7C21658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tcaagctttt tggaaatgaa gagtgaaaag caagttgaac aaaagatcgc tgagattcct</w:t>
      </w:r>
    </w:p>
    <w:p w14:paraId="284134D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aaagaggaag ttaagccatt tataactgaa agtaaacctt cagttgaaca gagaaaacaa</w:t>
      </w:r>
    </w:p>
    <w:p w14:paraId="689561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gatgataaga aaatcaaagc ttgtgttgaa gaagttacaa caactctgga agaaactaag</w:t>
      </w:r>
    </w:p>
    <w:p w14:paraId="45C05D6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ttcctcacag aaaacttgtt actttatatt gacattaatg gcaatcttca tccagattct</w:t>
      </w:r>
    </w:p>
    <w:p w14:paraId="7FCBA54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gccactcttg ttagtgacat tgacatcact ttcttaaaga aagatgctcc atatatagtg</w:t>
      </w:r>
    </w:p>
    <w:p w14:paraId="4291BBB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ggtgatgttg ttcaagaggg tgttttaact gctgtggtta tacctactaa aaaggctagt</w:t>
      </w:r>
    </w:p>
    <w:p w14:paraId="6BDA2F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ggcactactg aaatgctagc gaaagctttg agaaaagtgc caacagacaa ttatataacc</w:t>
      </w:r>
    </w:p>
    <w:p w14:paraId="2C63A01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acttacccgg gtcagggttt aaatggttac actgtagagg aggcaaagac agtgcttaaa</w:t>
      </w:r>
    </w:p>
    <w:p w14:paraId="05008A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aagtgtaaaa gtgcttttta cattctacca tctattatct ctaatgagaa gcaagaaatt</w:t>
      </w:r>
    </w:p>
    <w:p w14:paraId="00C311E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cttggaactg tttcttggaa tttgcgagaa atgcttgcac atgcagaaga aacacgcaaa</w:t>
      </w:r>
    </w:p>
    <w:p w14:paraId="5691E3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ttaatgcctg tctgtgtgga aactaaagcc atagtttcaa ctatacagcg taaatataag</w:t>
      </w:r>
    </w:p>
    <w:p w14:paraId="35E0850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ggtattaaaa tacaagaggg tgtggttgat tatggtgcta gattttactt ttacaccagt</w:t>
      </w:r>
    </w:p>
    <w:p w14:paraId="015C7C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aaaacaactg tagcgtcact tatcaacaca cttaacgatc taaatgaaac tcttgttaca</w:t>
      </w:r>
    </w:p>
    <w:p w14:paraId="541165A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atgccacttg gctatgtaac acatggctta aatttggaag aagctgctcg gtatatgaga</w:t>
      </w:r>
    </w:p>
    <w:p w14:paraId="3A76B0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tctctcaaag tgccagctac agtttctgtt tcttcacctg atgctgttac agcgtataat</w:t>
      </w:r>
    </w:p>
    <w:p w14:paraId="766035E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ggttatctta cttcttcttc taaaacacct gaagaacatt ttattgaaac catctcactt</w:t>
      </w:r>
    </w:p>
    <w:p w14:paraId="640135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gctggttcct ataaagattg gtcctattct ggacaatcta cacaactagg tatagaattt</w:t>
      </w:r>
    </w:p>
    <w:p w14:paraId="1D6625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cttaagagag gtgataaaag tgtatattac actagtaatc ctaccacatt ccacctagat</w:t>
      </w:r>
    </w:p>
    <w:p w14:paraId="72B12D5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ggtgaagtta tcacctttga caatcttaag acacttcttt ctttgagaga agtgaggact</w:t>
      </w:r>
    </w:p>
    <w:p w14:paraId="1225824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attaaggtgt ttacaacagt agacaacatt aacctccaca cgcaagttgt ggacatgtca</w:t>
      </w:r>
    </w:p>
    <w:p w14:paraId="4403BAA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atgacatatg gacaacagtt tggtccaact tatttggatg gagctgatgt tactaaaata</w:t>
      </w:r>
    </w:p>
    <w:p w14:paraId="5E1B8E5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aaacctcata attcacatga aggtaaaaca ttttatgttt tacctaatga tgacactcta</w:t>
      </w:r>
    </w:p>
    <w:p w14:paraId="6230E0B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cgtgttgagg cttttgagta ctaccacaca actgatccta gttttctggg taggtacatg</w:t>
      </w:r>
    </w:p>
    <w:p w14:paraId="0828E9E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tcagcattaa atcacactaa aaagtggaaa tacccacaag ttaatggttt aacttctatt</w:t>
      </w:r>
    </w:p>
    <w:p w14:paraId="24A10EB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aaatgggcag ataacaactg ttatcttgcc actgcattgt taacactcca acaaatagag</w:t>
      </w:r>
    </w:p>
    <w:p w14:paraId="51BE62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ttgaagttta atccacctgc tctacaagat gcttattaca gagcaagggc tggtgaagct</w:t>
      </w:r>
    </w:p>
    <w:p w14:paraId="0FCB9D3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gctaactttt gtgcacttat cttagcctac tgtaataaga cagtaggtga gttaggtgat</w:t>
      </w:r>
    </w:p>
    <w:p w14:paraId="115C409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gttagagaaa caatgagtta cttgtttcaa catgccaatt tagattcttg caaaagagtc</w:t>
      </w:r>
    </w:p>
    <w:p w14:paraId="1B27D93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ttgaacgtgg tgtgtaaaac ttgtggacaa cagcagacaa cccttaaggg tgtagaagct</w:t>
      </w:r>
    </w:p>
    <w:p w14:paraId="62C521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gttatgtaca tgggcacact ttcttatgaa caatttaaga aaggtgttca gataccttgt</w:t>
      </w:r>
    </w:p>
    <w:p w14:paraId="3FAE4A8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acgtgtggta aacaagctac aaaatatcta gtacaacagg agtcaccttt tgttatgatg</w:t>
      </w:r>
    </w:p>
    <w:p w14:paraId="1C6DF87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tcagcaccac ctgctcagta tgaacttaag catggtacat ttacttgtgc tagtgagtac</w:t>
      </w:r>
    </w:p>
    <w:p w14:paraId="41E16B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actggtaatt accagtgtgg tcactataaa catataactt ctaaagaaac tttgtattgc</w:t>
      </w:r>
    </w:p>
    <w:p w14:paraId="7FD4EE0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atagacggtg ctttacttac aaagtcctca gaatacaaag gtcctattac ggatgttttc</w:t>
      </w:r>
    </w:p>
    <w:p w14:paraId="26BC324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tataaagaaa acagttacac aacaaccata aaaccagtta cttataaatt ggatggtgtt</w:t>
      </w:r>
    </w:p>
    <w:p w14:paraId="1CE1760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gtttgtacag aaattgaccc taagttggac aattattata agaaagacaa ttcttatttc</w:t>
      </w:r>
    </w:p>
    <w:p w14:paraId="1079D9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acagagcaac caattgatct tgtaccaaac caaccatatc caaacgcaag cttcgataat</w:t>
      </w:r>
    </w:p>
    <w:p w14:paraId="2D8BF17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tttaagtttg tatgtgataa tatcaaattt gctgatgatt taaaccagtt aactggttat</w:t>
      </w:r>
    </w:p>
    <w:p w14:paraId="6CBAAB8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aagaaacctg cttcaagaga gcttaaagtt acatttttcc ctgacttaaa tggtgatgtg</w:t>
      </w:r>
    </w:p>
    <w:p w14:paraId="505369A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gtggctattg attataaaca ctacacaccc tcttttaaga aaggagctaa attgttacat</w:t>
      </w:r>
    </w:p>
    <w:p w14:paraId="2B0A19F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aaacctattg tttggcatgt taacaatgca actaataaag ccacgtataa accaaatacc</w:t>
      </w:r>
    </w:p>
    <w:p w14:paraId="3D9400B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tggtgtatac gttgtctttg gagcacaaaa ccagttgaaa catcaaattc gtttgatgta</w:t>
      </w:r>
    </w:p>
    <w:p w14:paraId="71EB2A7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ctgaagtcag aggacgcgca gggaatggat aatcttgcct gcgaagatct aaaaccagtc</w:t>
      </w:r>
    </w:p>
    <w:p w14:paraId="65C9F35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tctgaagaag tagtggaaaa tcctaccata cagaaagacg ttcttgagtg taatgtgaaa</w:t>
      </w:r>
    </w:p>
    <w:p w14:paraId="0F8973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actaccgaag ttgtaggaga cattatactt aaaccagcaa ataatagttt aaaaattaca</w:t>
      </w:r>
    </w:p>
    <w:p w14:paraId="2723AAD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gaagaggttg gccacacaga tctaatggct gcttatgtag acaattctag tcttactatt</w:t>
      </w:r>
    </w:p>
    <w:p w14:paraId="1E5EBFA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aagaaaccta atgaattatc tagagtatta ggtttgaaaa cccttgctac tcatggttta</w:t>
      </w:r>
    </w:p>
    <w:p w14:paraId="33EBE5B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gctgctgtta atagtgtccc ttgggatact atagctaatt atgctaagcc ttttcttaac</w:t>
      </w:r>
    </w:p>
    <w:p w14:paraId="7BD8EBE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aaagttgtta gtacaactac taacatagtt acacggtgtt taaaccgtgt ttgtactaat</w:t>
      </w:r>
    </w:p>
    <w:p w14:paraId="4BDF0D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tatatgcctt atttctttac tttattgcta caattgtgta cttttactag aagtacaaat</w:t>
      </w:r>
    </w:p>
    <w:p w14:paraId="470B644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tctagaatta aagcatctat gccgactact atagcaaaga atactgttaa gagtgtcggt</w:t>
      </w:r>
    </w:p>
    <w:p w14:paraId="1B12DB7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aaattttgtc tagaggcttc atttaattat ttgaagtcac ctaatttttc taaactgata</w:t>
      </w:r>
    </w:p>
    <w:p w14:paraId="3D79949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aatattataa tttggttttt actattaagt gtttgcctag gttctttaat ctactcaacc</w:t>
      </w:r>
    </w:p>
    <w:p w14:paraId="7C45EEB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gctgctttag gtgttttaat gtctaattta ggcatgcctt cttactgtac tggttacaga</w:t>
      </w:r>
    </w:p>
    <w:p w14:paraId="21E4EE5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gaaggctatt tgaactctac taatgtcact attgcaacct actgtactgg ttctatacct</w:t>
      </w:r>
    </w:p>
    <w:p w14:paraId="6697D7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tgtagtgttt gtcttagtgg tttagattct ttagacacct atccttcttt agaaactata</w:t>
      </w:r>
    </w:p>
    <w:p w14:paraId="6A2E1C9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caaattacca tttcatcttt taaatgggat ttaactgctt ttggcttagt tgcagagtgg</w:t>
      </w:r>
    </w:p>
    <w:p w14:paraId="060BDF3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tttttggcat atattctttt cactaggttt ttctatgtac ttggattggc tgcaatcatg</w:t>
      </w:r>
    </w:p>
    <w:p w14:paraId="107E2AD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caattgtttt tcagctattt tgcagtacat tttattagta attcttggct tatgtggtta</w:t>
      </w:r>
    </w:p>
    <w:p w14:paraId="533DBA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ataattaatc ttgtacaaat ggccccgatt tcagctatgg ttagaatgta catcttcttt</w:t>
      </w:r>
    </w:p>
    <w:p w14:paraId="021CC5F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gcatcatttt attatgtatg gaaaagttat gtgcatgttg tagacggttg taattcatca</w:t>
      </w:r>
    </w:p>
    <w:p w14:paraId="24E3583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acttgtatga tgtgttacaa acgtaataga gcaacaagag tcgaatgtac aactattgtt</w:t>
      </w:r>
    </w:p>
    <w:p w14:paraId="40BD0F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aatggtgtta gaaggtcctt ttatgtctat gctaatggag gtaaaggctt ttgcaaacta</w:t>
      </w:r>
    </w:p>
    <w:p w14:paraId="2FFEFB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cacaattgga attgtgttaa ttgtgataca ttctgtgctg gtagtacatt tattagtgat</w:t>
      </w:r>
    </w:p>
    <w:p w14:paraId="63F3905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gaagttgcga gagacttgtc actacagttt aaaagaccaa taaatcctac tgaccagtct</w:t>
      </w:r>
    </w:p>
    <w:p w14:paraId="11F49A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tcttacatcg ttgatagtgt tacagtgaag aatggttcca tccatcttta ctttgataaa</w:t>
      </w:r>
    </w:p>
    <w:p w14:paraId="6FD2D6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gctggtcaaa agacttatga aagacattct ctctctcatt ttgttaactt agacaacctg</w:t>
      </w:r>
    </w:p>
    <w:p w14:paraId="06740C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agagctaata acactaaagg ttcattgcct attaatgtta tagtttttga tggtaaatca</w:t>
      </w:r>
    </w:p>
    <w:p w14:paraId="2D1A3EB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aaatgtgaag aatcatctgc aaaatcagcg tctgtttact acagtcagct tatgtgtcaa</w:t>
      </w:r>
    </w:p>
    <w:p w14:paraId="62E52D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cctatactgt tactagatca ggcattagtg tctgatgttg gtgatagtgc ggaagttgca</w:t>
      </w:r>
    </w:p>
    <w:p w14:paraId="0D152F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gttaaaatgt ttgatgctta cgttaatacg ttttcatcaa cttttaacgt accaatggaa</w:t>
      </w:r>
    </w:p>
    <w:p w14:paraId="00CAD3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aaactcaaaa cactagttgc aactgcagaa gctgaacttg caaagaatgt gtccttagac</w:t>
      </w:r>
    </w:p>
    <w:p w14:paraId="0016409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aatgtcttat ctacttttat ttcagcagct cggcaagggt ttgttgattc agatgtagaa</w:t>
      </w:r>
    </w:p>
    <w:p w14:paraId="70B8EF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actaaagatg ttgttgaatg tcttaaattg tcacatcaat ctgacataga agttactggc</w:t>
      </w:r>
    </w:p>
    <w:p w14:paraId="01DADFE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gatagttgta ataactatat gctcacctat aacaaagttg aaaacatgac accccgtgac</w:t>
      </w:r>
    </w:p>
    <w:p w14:paraId="44CBCC5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cttggtgctt gtattgactg tagtgcgcgt catattaatg cgcaggtagc aaaaagtcac</w:t>
      </w:r>
    </w:p>
    <w:p w14:paraId="596A633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aacattgctt tgatatggaa cgttaaagat ttcatgtcat tgtctgaaca actacgaaaa</w:t>
      </w:r>
    </w:p>
    <w:p w14:paraId="616D4EB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caaatacgta gtgctgctaa aaagaataac ttacctttta agttgacatg tgcaactact</w:t>
      </w:r>
    </w:p>
    <w:p w14:paraId="397251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agacaagttg ttaatgttgt aacaacaaag atagcactta agggtggtaa aattgttaat</w:t>
      </w:r>
    </w:p>
    <w:p w14:paraId="71B30E7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aattggttga agcagttaat taaagttaca cttgtgttcc tttttgttgc tgctattttc</w:t>
      </w:r>
    </w:p>
    <w:p w14:paraId="7D3FD2A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tatttaataa cacctgttca tgtcatgtct aaacatactg acttttcaag tgaaatcata</w:t>
      </w:r>
    </w:p>
    <w:p w14:paraId="148183F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ggatacaagg ctattgatgg tggtgtcact cgtgacatag catctacaga tacttgtttt</w:t>
      </w:r>
    </w:p>
    <w:p w14:paraId="47B0B4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gctaacaaac atgctgattt tgacacatgg tttagccagc gtggtggtag ttatactaat</w:t>
      </w:r>
    </w:p>
    <w:p w14:paraId="610BA84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gacaaagctt gcccattgat tgctgcagtc ataacaagag aagtgggttt tgtcgtgcct</w:t>
      </w:r>
    </w:p>
    <w:p w14:paraId="17431C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ggtttgcctg gcacgatatt acgcacaact aatggtgact ttttgcattt cttacctaga</w:t>
      </w:r>
    </w:p>
    <w:p w14:paraId="049B1F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gtttttagtg cagttggtaa catctgttac acaccatcaa aacttataga gtacactgac</w:t>
      </w:r>
    </w:p>
    <w:p w14:paraId="4E18AD0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tttgcaacat cagcttgtgt tttggctgct gaatgtacaa tttttaaaga tgcttctggt</w:t>
      </w:r>
    </w:p>
    <w:p w14:paraId="23B24A4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aagccagtac catattgtta tgataccaat gtactagaag gttctgttgc ttatgaaagt</w:t>
      </w:r>
    </w:p>
    <w:p w14:paraId="09D80E6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ttacgccctg acacacgtta tgtgctcatg gatggctcta ttattcaatt tcctaacacc</w:t>
      </w:r>
    </w:p>
    <w:p w14:paraId="40ADA7B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taccttgaag gttctgttag agtggtaaca acttttgatt ctgagtactg taggcacggc</w:t>
      </w:r>
    </w:p>
    <w:p w14:paraId="6107DB9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acttgtgaaa gatcagaagc tggtgtttgt gtatctacta gtggtagatg ggtacttaac</w:t>
      </w:r>
    </w:p>
    <w:p w14:paraId="05800D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aatgattatt acagatcttt accaggagtt ttctgtggtg tagatgctgt aaatttattt</w:t>
      </w:r>
    </w:p>
    <w:p w14:paraId="1CA49B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actaatatgt ttacaccact aattcaacct attggtgctt tggacatatc agcatctata</w:t>
      </w:r>
    </w:p>
    <w:p w14:paraId="7200276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gtagctggtg gtattgtggc tatcgtagta acatgccttg cctactattt tatgaggttt</w:t>
      </w:r>
    </w:p>
    <w:p w14:paraId="0AF457A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agaagagctt ttggtgaata cagtcatgta gttgccttta atactttact attccttatg</w:t>
      </w:r>
    </w:p>
    <w:p w14:paraId="5AD2CB2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tcattcattg tactctgttt aacaccagtt tactcattct tacctggtgt ttattctgtt</w:t>
      </w:r>
    </w:p>
    <w:p w14:paraId="63C76C5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atttacttgt acttgacatt ttatcttact aatgatgttt cttttttagc acatattcag</w:t>
      </w:r>
    </w:p>
    <w:p w14:paraId="7493CD5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tggatggtta tgttcacacc tttagtacct ttctggataa caattgctta tatcatttgt</w:t>
      </w:r>
    </w:p>
    <w:p w14:paraId="6538B7D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atttccacaa agcatttcta ttggttcttt agtaattacc taaagagacg tgtagtcttt</w:t>
      </w:r>
    </w:p>
    <w:p w14:paraId="4BF10F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aatggtgttt cctttagtac ttttgaagaa gctgcgctgt gcaccttttt gttaaataaa</w:t>
      </w:r>
    </w:p>
    <w:p w14:paraId="79E74A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gaaatgtatc taaagttgcg tagtgatgtg ctattacctt ttacgcaata taatagatac</w:t>
      </w:r>
    </w:p>
    <w:p w14:paraId="391BA02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ttagctcttt ataataagta caagtatttt agtggagcaa tggatacaac tagctacaga</w:t>
      </w:r>
    </w:p>
    <w:p w14:paraId="73DAF8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gaagctgctt gttgtcatct cgcaaaggct ctcaatgact tcagtaactc aggttctgat</w:t>
      </w:r>
    </w:p>
    <w:p w14:paraId="327E9FB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gttctttacc aaccaccaca aatctctatc acctcagctg ttttgcagag tggttttaga</w:t>
      </w:r>
    </w:p>
    <w:p w14:paraId="3EC18BB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aaaatggcat tcccatctgg taaagttgag ggttgtatgg tacaagtaac ttgtggtaca</w:t>
      </w:r>
    </w:p>
    <w:p w14:paraId="221AB9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actacactta acggtctttg gcttgatgac gtagtttact gtccaagaca tgtgatctgc</w:t>
      </w:r>
    </w:p>
    <w:p w14:paraId="7640278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acctctgaag atatgcttaa ccctaattat gaagatttac tcattcgtaa gtctaatcat</w:t>
      </w:r>
    </w:p>
    <w:p w14:paraId="163866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aatttcttgg tacaggctgg taatgttcaa ctcagggtta ttggacattc tatgcaaaat</w:t>
      </w:r>
    </w:p>
    <w:p w14:paraId="0CBBEA3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tgtgtactta agcttaaggt tgatacagcc aatcctaaga cacctaagta taagtttgtt</w:t>
      </w:r>
    </w:p>
    <w:p w14:paraId="2014C6B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cgcattcaac caggacagac tttttcagtg ttagcttgtt acaatggttc accatctggt</w:t>
      </w:r>
    </w:p>
    <w:p w14:paraId="58188E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gtttaccaat gtgctatgag acacaatttc actattaagg gttcattcct taatggttca</w:t>
      </w:r>
    </w:p>
    <w:p w14:paraId="411B24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tgtggtagtg ttggttttaa catagattat gactgtgtct ctttttgtta catgcaccat</w:t>
      </w:r>
    </w:p>
    <w:p w14:paraId="49415BD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atggaattac caactggagt tcatgctggc acagacttag aaggtaactt ttatggacct</w:t>
      </w:r>
    </w:p>
    <w:p w14:paraId="6B6CE4E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tttgttgaca ggcaaacagc acaagcagct ggtacggaca caactattac agttaatgtt</w:t>
      </w:r>
    </w:p>
    <w:p w14:paraId="4B973D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ttagcttggt tgtacgctgc tgttataaat ggagacaggt ggtttctcaa tcgatttacc</w:t>
      </w:r>
    </w:p>
    <w:p w14:paraId="0412C28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acaactctta atgactttaa ccttgtggct atgaagtaca attatgaacc tctaacacaa</w:t>
      </w:r>
    </w:p>
    <w:p w14:paraId="5EBDDDC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gaccatgttg acatactagg acctctttct gctcaaactg gaattgccgt tttagatatg</w:t>
      </w:r>
    </w:p>
    <w:p w14:paraId="34F21D9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tgtgcttcat taaaagaatt actgcaaaat ggtatgaatg gacgtaccat attgggtagt</w:t>
      </w:r>
    </w:p>
    <w:p w14:paraId="476625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gctttattag aagatgaatt tacacctttt gatgttgtta gacaatgctc aggtgttact</w:t>
      </w:r>
    </w:p>
    <w:p w14:paraId="34AD7B8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ttccaaagtg cagtgaaaag aacaatcaag ggtacacacc actggttgtt actcacaatt</w:t>
      </w:r>
    </w:p>
    <w:p w14:paraId="7E68C2C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ttgacttcac ttttagtttt agtccagagt actcaatggt ctttgttctt ttttttgtat</w:t>
      </w:r>
    </w:p>
    <w:p w14:paraId="140468B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gaaaatgcct ttttaccttt tgctatgggt attattgcta tgtctgcttt tgcaatgatg</w:t>
      </w:r>
    </w:p>
    <w:p w14:paraId="0831FF0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tttgtcaaac ataagcatgc atttctctgt ttgtttttgt taccttctct tgccactgta</w:t>
      </w:r>
    </w:p>
    <w:p w14:paraId="0111CBD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gcttatttta atatggtcta tatgcctgct agttgggtga tgcgtattat gacatggttg</w:t>
      </w:r>
    </w:p>
    <w:p w14:paraId="22C5F3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gatatggttg atactagttt gaagctaaaa gactgtgtta tgtatgcatc agctgtagtg</w:t>
      </w:r>
    </w:p>
    <w:p w14:paraId="1F1DA9D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ttactaatcc ttatgacagc aagaactgtg tatgatgatg gtgctaggag agtgtggaca</w:t>
      </w:r>
    </w:p>
    <w:p w14:paraId="500969D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cttatgaatg tcttgacact cgtttataaa gtttattatg gtaatgcttt agatcaagcc</w:t>
      </w:r>
    </w:p>
    <w:p w14:paraId="142F5A2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atttccatgt gggctcttat aatctctgtt acttctaact actcaggtgt agttacaact</w:t>
      </w:r>
    </w:p>
    <w:p w14:paraId="77A26CE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gtcatgtttt tggccagagg tattgttttt atgtgtgttg agtattgccc tattttcttc</w:t>
      </w:r>
    </w:p>
    <w:p w14:paraId="2D3983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ataactggta atacacttca gtgtataatg ctagtttatt gtttcttagg ctatttttgt</w:t>
      </w:r>
    </w:p>
    <w:p w14:paraId="1263C58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acttgttact ttggcctctt ttgtttactc aaccgctact ttagactgac tcttggtgtt</w:t>
      </w:r>
    </w:p>
    <w:p w14:paraId="189CE7A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tatgattact tagtttctac acaggagttt agatatatga attcacaggg actactccca</w:t>
      </w:r>
    </w:p>
    <w:p w14:paraId="566F492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cccaagaata gcatagatgc cttcaaactc aacattaaat tgttgggtgt tggtggcaaa</w:t>
      </w:r>
    </w:p>
    <w:p w14:paraId="06556C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ccttgtatca aagtagccac tgtacagtct aaaatgtcag atgtaaagtg cacatcagta</w:t>
      </w:r>
    </w:p>
    <w:p w14:paraId="164096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gtcttactct cagttttgca acaactcaga gtagaatcat catctaaatt gtgggctcaa</w:t>
      </w:r>
    </w:p>
    <w:p w14:paraId="46CEA45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tgtgtccagt tacacaatga cattctctta gctaaagata ctactgaagc ctttgaaaaa</w:t>
      </w:r>
    </w:p>
    <w:p w14:paraId="0082EBC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atggtttcac tactttctgt tttgctttcc atgcagggtg ctgtagacat aaacaagctt</w:t>
      </w:r>
    </w:p>
    <w:p w14:paraId="399C132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tgtgaagaaa tgctggacaa cagggcaacc ttacaagcta tagcctcaga gtttagttcc</w:t>
      </w:r>
    </w:p>
    <w:p w14:paraId="33977B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cttccatcat atgcagcttt tgctactgct caagaagctt atgagcaggc tgttgctaat</w:t>
      </w:r>
    </w:p>
    <w:p w14:paraId="555DB2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ggtgattctg aagttgttct taaaaagttg aagaagtctt tgaatgtggc taaatctgaa</w:t>
      </w:r>
    </w:p>
    <w:p w14:paraId="068F55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tttgaccgtg atgcagccat gcaacgtaag ttggaaaaga tggctgatca agctatgacc</w:t>
      </w:r>
    </w:p>
    <w:p w14:paraId="43C3613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caaatgtata aacaggctag atctgaggac aagagggcaa aagttactag tgctatgcag</w:t>
      </w:r>
    </w:p>
    <w:p w14:paraId="3975217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acaatgcttt tcactatgct tagaaagttg gataatgatg cactcaacaa cattatcaac</w:t>
      </w:r>
    </w:p>
    <w:p w14:paraId="5D92C68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aatgcaagag atggttgtgt tcccttgaac ataatacctc ttacaacagc agccaaacta</w:t>
      </w:r>
    </w:p>
    <w:p w14:paraId="62D7D8A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atggttgtca taccagacta taacacatat aaaaatacgt gtgatggtac aacatttact</w:t>
      </w:r>
    </w:p>
    <w:p w14:paraId="0D9F58C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tatgcatcag cattgtggga aatccaacag gttgtagatg cagatagtaa aattgttcaa</w:t>
      </w:r>
    </w:p>
    <w:p w14:paraId="351EC4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cttagtgaaa ttagtatgga caattcacct aatttagcat ggcctcttat tgtaacagct</w:t>
      </w:r>
    </w:p>
    <w:p w14:paraId="7860AC8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ttaagggcca attctgctgt caaattacag aataatgagc ttagtcctgt tgcactacga</w:t>
      </w:r>
    </w:p>
    <w:p w14:paraId="2FC6C6F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cagatgtctt gtgctgccgg tactacacaa actgcttgca ctgatgacaa tgcgttagct</w:t>
      </w:r>
    </w:p>
    <w:p w14:paraId="77CB3C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tactacaaca caacaaaggg aggtaggttt gtacttgcac tgttatccga tttacaggat</w:t>
      </w:r>
    </w:p>
    <w:p w14:paraId="4AD568F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ttgaaatggg ctagattccc taagagtgat ggaactggta ctatttatac agaactggaa</w:t>
      </w:r>
    </w:p>
    <w:p w14:paraId="78294D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ccaccttgta ggtttgttac agacacacct aaaggtccta aagtgaagta tttatacttt</w:t>
      </w:r>
    </w:p>
    <w:p w14:paraId="639701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attaaaggat taaacaacct aaatagaggt atggtacttg gtagtttagc tgccacagta</w:t>
      </w:r>
    </w:p>
    <w:p w14:paraId="332189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cgtctacaag ctggtaatgc aacagaagtg cctgccaatt caactgtatt atctttctgt</w:t>
      </w:r>
    </w:p>
    <w:p w14:paraId="289D4E3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gcttttgctg tagatgctgc taaagcttac aaagattatc tagctagtgg gggacaacca</w:t>
      </w:r>
    </w:p>
    <w:p w14:paraId="35CDE4B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atcactaatt gtgttaagat gttgtgtaca cacactggta ctggtcaggc aataacagtt</w:t>
      </w:r>
    </w:p>
    <w:p w14:paraId="36CB8FA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acaccggaag ccaatatgga tcaagaatcc tttggtggtg catcgtgttg tctgtactgc</w:t>
      </w:r>
    </w:p>
    <w:p w14:paraId="3A51DCD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cgttgccaca tagatcatcc aaatcctaaa ggattttgtg acttaaaagg taagtatgta</w:t>
      </w:r>
    </w:p>
    <w:p w14:paraId="71921DA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caaataccta caacttgtgc taatgaccct gtgggtttta cacttaaaaa cacagtctgt</w:t>
      </w:r>
    </w:p>
    <w:p w14:paraId="0D87E7E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accgtctgcg gtatgtggaa aggttatggc tgtagttgtg atcaactccg cgaacccatg</w:t>
      </w:r>
    </w:p>
    <w:p w14:paraId="31D791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cttcagtcag ctgatgcaca atcgttttta aacgggtttg cggtgtaagt gcagcccgtc</w:t>
      </w:r>
    </w:p>
    <w:p w14:paraId="35FDA6F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ttacaccgtg cggcacaggc actagtactg atgtcgtata cagggctttt gacatctaca</w:t>
      </w:r>
    </w:p>
    <w:p w14:paraId="5EFB463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atgataaagt agctggtttt gctaaattcc taaaaactaa ttgttgtcgc ttccaagaaa</w:t>
      </w:r>
    </w:p>
    <w:p w14:paraId="68C2A3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aggacgaaga tgacaattta attgattctt actttgtagt taagagacac actttctcta</w:t>
      </w:r>
    </w:p>
    <w:p w14:paraId="0E0DCD9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actaccaaca tgaagaaaca atttataatt tacttaagga ttgtccagct gttgctaaac</w:t>
      </w:r>
    </w:p>
    <w:p w14:paraId="4294ADA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atgacttctt taagtttaga atagacggtg acatggtacc acatatatca cgtcaacgtc</w:t>
      </w:r>
    </w:p>
    <w:p w14:paraId="5CD61E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ttactaaata cacaatggca gacctcgtct atgctttaag gcattttgat gaaggtaatt</w:t>
      </w:r>
    </w:p>
    <w:p w14:paraId="1D538DD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gtgacacatt aaaagaaata cttgtcacat acaattgttg tgatgatgat tatttcaata</w:t>
      </w:r>
    </w:p>
    <w:p w14:paraId="2976207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aaaaggactg gtatgatttt gtagaaaacc cagatatatt acgcgtatac gccaacttag</w:t>
      </w:r>
    </w:p>
    <w:p w14:paraId="33C947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gtgaacgtgt acgccaagct ttgttaaaaa cagtacaatt ctgtgatgcc atgcgaaatg</w:t>
      </w:r>
    </w:p>
    <w:p w14:paraId="4BB5EB4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ctggtattgt tggtgtactg acattagata atcaagatct caatggtaac tggtatgatt</w:t>
      </w:r>
    </w:p>
    <w:p w14:paraId="1D0FA4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tcggtgattt catacaaacc acgccaggta gtggagttcc tgttgtagat tcttattatt</w:t>
      </w:r>
    </w:p>
    <w:p w14:paraId="7C1B85E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cattgttaat gcctatatta accttgacca gggctttaac tgcagagtca catgttgaca</w:t>
      </w:r>
    </w:p>
    <w:p w14:paraId="46ECEA6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ctgacttaac aaagccttac attaagtggg atttgttaaa atatgacttc acggaagaga</w:t>
      </w:r>
    </w:p>
    <w:p w14:paraId="09E9321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ggttaaaact ctttgaccgt tattttaaat attgggatca gacataccac ccaaattgtg</w:t>
      </w:r>
    </w:p>
    <w:p w14:paraId="5233201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ttaactgttt ggatgacaga tgcattctgc attgtgcaaa ctttaatgtt ttattctcta</w:t>
      </w:r>
    </w:p>
    <w:p w14:paraId="0E63626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cagtgttccc acttacaagt tttggaccac tagtgagaaa aatatttgtt gatggtgttc</w:t>
      </w:r>
    </w:p>
    <w:p w14:paraId="15C3FF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catttgtagt ttcaactgga taccacttca gagagctagg tgttgtacat aatcaggatg</w:t>
      </w:r>
    </w:p>
    <w:p w14:paraId="1B37A1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taaacttaca tagctctaga cttagtttta aggaattact tgtgtatgct gctgaccctg</w:t>
      </w:r>
    </w:p>
    <w:p w14:paraId="403F488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ctatgcacgc tgcttctggt aatctattac tagataaacg cactacgtgc ttttcagtag</w:t>
      </w:r>
    </w:p>
    <w:p w14:paraId="56CECD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ctgcacttac taacaatgtt gcttttcaaa ctgtcaaacc cggtaatttt aacaaagact</w:t>
      </w:r>
    </w:p>
    <w:p w14:paraId="56B9C1A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tctatgactt tgctgtgtct aagggtttct ttaaggaagg aagttctgtt gaattaaaac</w:t>
      </w:r>
    </w:p>
    <w:p w14:paraId="2F472CD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acttcttctt tgctcaggat ggtaatgctg ctatcagcga ttatgactac tatcgttata</w:t>
      </w:r>
    </w:p>
    <w:p w14:paraId="5890E42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atctaccaac aatgtgtgat atcagacaac tactatttgt agttgaagtt gttgataagt</w:t>
      </w:r>
    </w:p>
    <w:p w14:paraId="498DFCD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actttgattg ttacgatggt ggctgtatta atgctaacca agtcatcgtc aacaacctag</w:t>
      </w:r>
    </w:p>
    <w:p w14:paraId="6729BF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acaaatcagc tggttttcca tttaataaat ggggtaaggc tagactttat tatgattcaa</w:t>
      </w:r>
    </w:p>
    <w:p w14:paraId="479C450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tgagttatga ggatcaagat gcacttttcg catatacaaa acgtaatgtc atccctacta</w:t>
      </w:r>
    </w:p>
    <w:p w14:paraId="51114B3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taactcaaat gaatcttaag tatgccatta gtgcaaagaa tagagctcgc accgtagctg</w:t>
      </w:r>
    </w:p>
    <w:p w14:paraId="1F7FCB8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gtgtctctat ctgtagtact atgaccaata gacagtttca tcaaaaatta ttgaaatcaa</w:t>
      </w:r>
    </w:p>
    <w:p w14:paraId="04B0FE7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tagccgccac tagaggagct actgtagtaa ttggaacaag caaattctat ggtggttggc</w:t>
      </w:r>
    </w:p>
    <w:p w14:paraId="151F336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acaacatgtt aaaaactgtt tatagtgatg tagaaaaccc tcaccttatg ggttgggatt</w:t>
      </w:r>
    </w:p>
    <w:p w14:paraId="6904199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atcctaaatg tgatagagcc atgcctaaca tgcttagaat tatggcctca cttgttcttg</w:t>
      </w:r>
    </w:p>
    <w:p w14:paraId="5D57670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ctcgcaaaca tacaacgtgt tgtagcttgt cacaccgttt ctatagatta gctaatgagt</w:t>
      </w:r>
    </w:p>
    <w:p w14:paraId="7D18BD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gtgctcaagt attgagtgaa atggtcatgt gtggcggttc actatatgtt aaaccaggtg</w:t>
      </w:r>
    </w:p>
    <w:p w14:paraId="3930936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gaacctcatc aggagatgcc acaactgctt atgctaatag tgtttttaac atttgtcaag</w:t>
      </w:r>
    </w:p>
    <w:p w14:paraId="179380E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ctgtcacggc caatgttaat gcacttttat ctactgatgg taacaaaatt gccgataagt</w:t>
      </w:r>
    </w:p>
    <w:p w14:paraId="10C4F76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atgtccgcaa tttacaacac agactttatg agtgtctcta tagaaataga gatgttgaca</w:t>
      </w:r>
    </w:p>
    <w:p w14:paraId="6F533F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cagactttgt gaatgagttt tacgcatatt tgcgtaaaca tttctcaatg atgatacttt</w:t>
      </w:r>
    </w:p>
    <w:p w14:paraId="67C33CB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ctgacgatgc tgttgtgtgt ttcaatagca cttatgcatc tcaaggtcta gtggctagca</w:t>
      </w:r>
    </w:p>
    <w:p w14:paraId="47FE116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taaagaactt taagtcagtt ctttattatc aaaacaatgt ttttatgtct gaagcaaaat</w:t>
      </w:r>
    </w:p>
    <w:p w14:paraId="78ED6D3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gttggactga gactgacctt actaaaggac ctcatgaatt ttgctctcaa catacaatgc</w:t>
      </w:r>
    </w:p>
    <w:p w14:paraId="47847D1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tagttaaaca gggtgatgat tatgtgtacc ttccttaccc agatccatca agaatcctag</w:t>
      </w:r>
    </w:p>
    <w:p w14:paraId="40BF197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gggccggctg ttttgtagat gatatcgtaa aaacagatgg tacacttatg attgaacggt</w:t>
      </w:r>
    </w:p>
    <w:p w14:paraId="7E41DD9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tcgtgtcttt agctatagat gcttacccac ttactaaaca tcctaatcag gagtatgctg</w:t>
      </w:r>
    </w:p>
    <w:p w14:paraId="3FDE32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atgtctttca tttgtactta caatacataa gaaagctaca tgatgagtta acaggacaca</w:t>
      </w:r>
    </w:p>
    <w:p w14:paraId="4A3DD04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tgttagacat gtattctgtt atgcttacta atgataacac ttcaaggtat tgggaacctg</w:t>
      </w:r>
    </w:p>
    <w:p w14:paraId="406D09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agttttatga ggctatgtac acaccgcata cagtcttaca ggctgttggg gcttgtgttc</w:t>
      </w:r>
    </w:p>
    <w:p w14:paraId="3216BE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tttgcaattc acagacttca ttaagatgtg gtgcttgcat acgtagacca ttcttatgtt</w:t>
      </w:r>
    </w:p>
    <w:p w14:paraId="2D9AE9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gtaaatgctg ttacgaccat gtcataccaa catcacataa attagtcttg tctgttaatc</w:t>
      </w:r>
    </w:p>
    <w:p w14:paraId="2AF7A9A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cgtatgtttg caatgctcca ggttgtgatg tcacagatgt gactcaactt tacttaggag</w:t>
      </w:r>
    </w:p>
    <w:p w14:paraId="7A34DBE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gtatgagcta ttattgtaaa tcacataaac cacccattag ttttccattg tgtgctaatg</w:t>
      </w:r>
    </w:p>
    <w:p w14:paraId="58E47A5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gacaagtttt tggtttatat aaaaatacat gtgttggtag cgataatgtt actgacttta</w:t>
      </w:r>
    </w:p>
    <w:p w14:paraId="503644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atgcaattgc aacatgtgac tggacaaatg ctggtgatta cattttagct aacacctgta</w:t>
      </w:r>
    </w:p>
    <w:p w14:paraId="4CF1CDF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ctgaaagact caagcttttt gcagcagaaa cgctcaaagc tactgaggag acatttaaac</w:t>
      </w:r>
    </w:p>
    <w:p w14:paraId="73773B4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tgtcttatgg tattgctact gtacgtgaag tgctgtctga cagagaatta catctttcat</w:t>
      </w:r>
    </w:p>
    <w:p w14:paraId="402A9FC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gggaagttgg taaacctaga ccaccactta accgaaatta tgtctttact ggttatcgtg</w:t>
      </w:r>
    </w:p>
    <w:p w14:paraId="3E40BF7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taactaaaaa cagtaaagta caaataggag agtacacctt tgaaaaaggt gactatggtg</w:t>
      </w:r>
    </w:p>
    <w:p w14:paraId="54FDB26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atgctgttgt ttaccgaggt acaacaactt acaaattaaa tgttggtgat tattttgtgc</w:t>
      </w:r>
    </w:p>
    <w:p w14:paraId="23B153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tgacatcaca tacagtaatg ccattaagtg cacctacact agtgccacaa gagcactatg</w:t>
      </w:r>
    </w:p>
    <w:p w14:paraId="64D7D0A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ttagaattac tggcttatac ccaacactca atatctcaga tgagttttct agcaatgttg</w:t>
      </w:r>
    </w:p>
    <w:p w14:paraId="466B930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caaattatca aaaggttggt atgcaaaagt attctacact ccagggacca cctggtactg</w:t>
      </w:r>
    </w:p>
    <w:p w14:paraId="27F3FB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gtaagagtca ttttgctatt ggcctagctc tctactaccc ttctgctcgc atagtgtata</w:t>
      </w:r>
    </w:p>
    <w:p w14:paraId="55F8282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cagcttgctc tcatgccgct gttgatgcac tatgtgagaa ggcattaaaa tatttgccta</w:t>
      </w:r>
    </w:p>
    <w:p w14:paraId="2C28E6C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tagataaatg tagtagaatt atacctgcac gtgctcgtgt agagtgtttt gataaattca</w:t>
      </w:r>
    </w:p>
    <w:p w14:paraId="3829A01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aagtgaattc aacattagaa cagtatgtct tttgtactgt aaatgcattg cctgagacga</w:t>
      </w:r>
    </w:p>
    <w:p w14:paraId="2FEF05E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cagcagatat agttgtcttt gatgaaattt caatggccac aaattatgat ttgagtgttg</w:t>
      </w:r>
    </w:p>
    <w:p w14:paraId="7FC2DC5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tcaatgccag attatgtgct aagcactatg tgtacattgg cgaccctgct caattacctg</w:t>
      </w:r>
    </w:p>
    <w:p w14:paraId="718CCD6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caccacgcac attgctaact aagggcacac tagaaccaga atatttcaat tcagtgtgta</w:t>
      </w:r>
    </w:p>
    <w:p w14:paraId="41AFC3C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gacttatgaa aactataggt ccagacatgt tcctcggaac ttgtcggcgt tgtcctgctg</w:t>
      </w:r>
    </w:p>
    <w:p w14:paraId="0EF766E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aaattgttga cactgtgagt gctttggttt atgataataa gcttaaagca cataaagaca</w:t>
      </w:r>
    </w:p>
    <w:p w14:paraId="4433F7D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aatcagctca atgctttaaa atgttttata agggtgttat cacgcatgat gtttcatctg</w:t>
      </w:r>
    </w:p>
    <w:p w14:paraId="18B910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caattaacag gccacaaata ggcgtggtaa gagaattcct tacacgtaac cctgcttgga</w:t>
      </w:r>
    </w:p>
    <w:p w14:paraId="0EAEC3A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gaaaagctgt ctttatttca ccttataatt cacagaatgc tgtagcctca aagattttgg</w:t>
      </w:r>
    </w:p>
    <w:p w14:paraId="61958D3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gactaccaac tcaaactgtt gattcatcac agggctcaga atatgactat gtcatattca</w:t>
      </w:r>
    </w:p>
    <w:p w14:paraId="4156D71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ctcaaaccac tgaaacagct cactcttgta atgtaaacag atttaatgtt gctattacca</w:t>
      </w:r>
    </w:p>
    <w:p w14:paraId="3B854C1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gagcaaaagt aggcatactt tgcataatgt ctgatagaga cctttatgac aagttgcaat</w:t>
      </w:r>
    </w:p>
    <w:p w14:paraId="03C5E36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ttacaagtct tgaaattcca cgtaggaatg tggcaacttt acaagctgaa aatgtaacag</w:t>
      </w:r>
    </w:p>
    <w:p w14:paraId="59B2C63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gactctttaa agattgtagt aaggtaatca ctgggttaca tcctacacag gcacctacac</w:t>
      </w:r>
    </w:p>
    <w:p w14:paraId="3A6AB18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acctcagtgt tgacactaaa ttcaaaactg aaggtttatg tgttgacgta cctggcatac</w:t>
      </w:r>
    </w:p>
    <w:p w14:paraId="2A294C7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ctaaggacat gacctataga agactcatct ctatgatggg ttttaaaatg aattatcaag</w:t>
      </w:r>
    </w:p>
    <w:p w14:paraId="0D66D1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ttaatggtta ccctaacatg tttatcaccc gcgaagaagc tataagacat gtacgtgcat</w:t>
      </w:r>
    </w:p>
    <w:p w14:paraId="3C89F49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ggattggctt cgatgtcgag gggtgtcatg ctactagaga agctgttggt accaatttac</w:t>
      </w:r>
    </w:p>
    <w:p w14:paraId="13791B0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ctttacagct aggtttttct acaggtgtta acctagttgc tgtacctaca ggttatgttg</w:t>
      </w:r>
    </w:p>
    <w:p w14:paraId="280E8AA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atacacctaa taatacagat ttttccagag ttagtgctaa accaccgcct ggagatcaat</w:t>
      </w:r>
    </w:p>
    <w:p w14:paraId="50EACBF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ttaaacacct cataccactt atgtacaaag gacttccttg gaatgtagtg cgtataaaga</w:t>
      </w:r>
    </w:p>
    <w:p w14:paraId="5AA08B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ttgtacaaat gttaagtgac acacttaaaa atctctctga cagagtcgta tttgtcttat</w:t>
      </w:r>
    </w:p>
    <w:p w14:paraId="5C06C2F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gggcacatgg ctttgagttg acatctatga agtattttgt gaaaatagga cctgagcgca</w:t>
      </w:r>
    </w:p>
    <w:p w14:paraId="0A7149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cctgttgtct atgtgataga cgtgccacat gcttttccac tgcttcagac acttatgcct</w:t>
      </w:r>
    </w:p>
    <w:p w14:paraId="3718E01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gttggcatca ttctattgga tttgattacg tctataatcc gtttatgatt gatgttcaac</w:t>
      </w:r>
    </w:p>
    <w:p w14:paraId="505886C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aatggggttt tacaggtaac ctacaaagca accatgatct gtattgtcaa gtccatggta</w:t>
      </w:r>
    </w:p>
    <w:p w14:paraId="6F37464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atgcacatgt agctagttgt gatgcaatca tgactaggtg tctagctgtc cacgagtgct</w:t>
      </w:r>
    </w:p>
    <w:p w14:paraId="368FDE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ttgttaagcg tgttgactgg actattgaat atcctataat tggtgatgaa ctgaagatta</w:t>
      </w:r>
    </w:p>
    <w:p w14:paraId="484FCE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atgcggcttg tagaaaggtt caacacatgg ttgttaaagc tgcattatta gcagacaaat</w:t>
      </w:r>
    </w:p>
    <w:p w14:paraId="38B6686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tcccagttct tcacgacatt ggtaacccta aagctattaa gtgtgtacct caagctgatg</w:t>
      </w:r>
    </w:p>
    <w:p w14:paraId="48D00B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tagaatggaa gttctatgat gcacagcctt gtagtgacaa agcttataaa atagaagaat</w:t>
      </w:r>
    </w:p>
    <w:p w14:paraId="70586C7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tattctattc ttatgccaca cattctgaca aattcacaga tggtgtatgc ctattttgga</w:t>
      </w:r>
    </w:p>
    <w:p w14:paraId="0B46640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attgcaatgt cgatagatat cctgctaatt ccattgtttg tagatttgac actagagtgc</w:t>
      </w:r>
    </w:p>
    <w:p w14:paraId="2677528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tatctaacct taacttgcct ggttgtgatg gtggcagttt gtatgtaaat aaacatgcat</w:t>
      </w:r>
    </w:p>
    <w:p w14:paraId="4AA6E36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tccacacacc agcttttgat aaaagtgctt ttgttaattt aaaacaatta ccatttttct</w:t>
      </w:r>
    </w:p>
    <w:p w14:paraId="7F6EF4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attactctga cagtccatgt gagtctcatg gaaaacaagt agtgtcagat atagattatg</w:t>
      </w:r>
    </w:p>
    <w:p w14:paraId="5E979C2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taccactaaa gtctgctacg tgtataacac gttgcaattt aggtggtgct gtctgtagac</w:t>
      </w:r>
    </w:p>
    <w:p w14:paraId="794E772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atcatgctaa tgagtacaga ttgtatctcg atgcttataa catgatgatc tcagctggct</w:t>
      </w:r>
    </w:p>
    <w:p w14:paraId="523F18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ttagcttgtg ggtttacaaa caatttgata cttataacct ctggaacact tttacaagac</w:t>
      </w:r>
    </w:p>
    <w:p w14:paraId="59ACD1D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ttcagagttt agaaaatgtg gcttttaatg ttgtaaataa gggacacttt gatggacaac</w:t>
      </w:r>
    </w:p>
    <w:p w14:paraId="55FBA58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agggtgaagt accagtttct atcattaata acactgttta cacaaaagtt gatggtgttg</w:t>
      </w:r>
    </w:p>
    <w:p w14:paraId="32095C1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atgtagaatt gtttgaaaat aaaacaacat tacctgttaa tgtagcattt gagctttggg</w:t>
      </w:r>
    </w:p>
    <w:p w14:paraId="2C1EE5D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ctaagcgcaa cattaaacca gtaccagagg tgaaaatact caataatttg ggtgtggaca</w:t>
      </w:r>
    </w:p>
    <w:p w14:paraId="3863B91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ttgctgctaa tactgtgatc tgggactaca aaagagatgc tccagcacat atatctacta</w:t>
      </w:r>
    </w:p>
    <w:p w14:paraId="64BFFD8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ttggtgtttg ttctatgact gacatagcca agaaaccaat tgaaacgatt tgtgcaccac</w:t>
      </w:r>
    </w:p>
    <w:p w14:paraId="346EB01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tcactgtctt ttttgatggt agagttgatg gtcaagtaga cttatttaga aatgcccgta</w:t>
      </w:r>
    </w:p>
    <w:p w14:paraId="156525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atggtgttct tattacagag ggtagtgtta aaggtttaca accatctgta ggtcccaaac</w:t>
      </w:r>
    </w:p>
    <w:p w14:paraId="64525D5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aagctagtct taatggagtc acattaattg gagaagccgt aaaaacacag ttcaattatt</w:t>
      </w:r>
    </w:p>
    <w:p w14:paraId="46D2C3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ataagaaagt tgatggtgtt gtccaacaat tacctgaaac ttactttact cagagtagaa</w:t>
      </w:r>
    </w:p>
    <w:p w14:paraId="1E9715A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atttacaaga atttaaaccc aggagtcaaa tggaaattga tttcttagaa ttagctatgg</w:t>
      </w:r>
    </w:p>
    <w:p w14:paraId="252776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atgaattcat tgaacggtat aaattagaag gctatgcctt cgaacatatc gtttatggag</w:t>
      </w:r>
    </w:p>
    <w:p w14:paraId="7603629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attttagtca tagtcagtta ggtggtttac atctactgat tggactagct aaacgtttta</w:t>
      </w:r>
    </w:p>
    <w:p w14:paraId="7AEB0A1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aggaatcacc ttttgaatta gaagatttta ttcctatgga cagtacagtt aaaaactatt</w:t>
      </w:r>
    </w:p>
    <w:p w14:paraId="25EEBAF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tcataacaga tgcgcaaaca ggttcatcta agtgtgtgtg ttctgttatt gatttattac</w:t>
      </w:r>
    </w:p>
    <w:p w14:paraId="52869E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ttgatgattt tgttgaaata ataaaatccc aagatttatc tgtagtttct aaggttgtca</w:t>
      </w:r>
    </w:p>
    <w:p w14:paraId="11766EC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aagtgactat tgactataca gaaatttcat ttatgctttg gtgtaaagat ggccatgtag</w:t>
      </w:r>
    </w:p>
    <w:p w14:paraId="078511C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aaacatttta cccaaaatta caatctagtc aagcgtggca accgggtgtt gctatgccta</w:t>
      </w:r>
    </w:p>
    <w:p w14:paraId="1707C3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atctttacaa aatgcaaaga atgctattag aaaagtgtga ccttcaaaat tatggtgata</w:t>
      </w:r>
    </w:p>
    <w:p w14:paraId="1FDD44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gtgcaacatt acctaaaggc ataatgatga atgtcgcaaa atatactcaa ctgtgtcaat</w:t>
      </w:r>
    </w:p>
    <w:p w14:paraId="069FC46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atttaaacac attaacatta gctgtaccct ataatatgag agttatacat tttggtgctg</w:t>
      </w:r>
    </w:p>
    <w:p w14:paraId="3A3DDE4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gttctgataa aggagttgca ccaggtacag ctgttttaag acagtggttg cctacgggta</w:t>
      </w:r>
    </w:p>
    <w:p w14:paraId="7284711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cgctgcttgt cgattcagat cttaatgact ttgtctctga tgcagattca actttgattg</w:t>
      </w:r>
    </w:p>
    <w:p w14:paraId="5DF2E3B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gtgattgtgc aactgtacat acagctaata aatgggatct cattattagt gatatgtacg</w:t>
      </w:r>
    </w:p>
    <w:p w14:paraId="4A166FB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accctaagac taaaaatgtt acaaaagaaa atgactctaa agagggtttt ttcacttaca</w:t>
      </w:r>
    </w:p>
    <w:p w14:paraId="59C7CA7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tttgtgggtt tatacaacaa aagctagctc ttggaggttc cgtggctata aagataacag</w:t>
      </w:r>
    </w:p>
    <w:p w14:paraId="60AE358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aacattcttg gaatgctgat ctttataagc tcatgggaca cttcgcatgg tggacagcct</w:t>
      </w:r>
    </w:p>
    <w:p w14:paraId="16486C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ttgttactaa tgtgaatgcg tcatcatctg aagcattttt aattggatgt aattatcttg</w:t>
      </w:r>
    </w:p>
    <w:p w14:paraId="73694A5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gcaaaccacg cgaacaaata gatggttatg tcatgcatgc aaattacata ttttggagga</w:t>
      </w:r>
    </w:p>
    <w:p w14:paraId="2956AED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atacaaatcc aattcagttg tcttcctatt ctttatttga catgagtaaa tttcccctta</w:t>
      </w:r>
    </w:p>
    <w:p w14:paraId="7D7E85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aattaagggg tactgctgtt atgtctttaa aagaaggtca aatcaatgat atgattttat</w:t>
      </w:r>
    </w:p>
    <w:p w14:paraId="79CFF68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ctcttcttag taaaggtaga cttataatta gagaaaacaa cagagttgtt atttctagtg</w:t>
      </w:r>
    </w:p>
    <w:p w14:paraId="3A31E26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atgttcttgt taacaactaa acgaacaatg tttgtttttc ttgttttatt gccactagtc</w:t>
      </w:r>
    </w:p>
    <w:p w14:paraId="26C6596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tctagtcagt gtgttaatct tataaccaga actcaatcat acactaattc tttcacacgt</w:t>
      </w:r>
    </w:p>
    <w:p w14:paraId="2260F7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ggtgtttatt accctgacaa agttttcaga tcctcagttt tacattcaac tcaggacttg</w:t>
      </w:r>
    </w:p>
    <w:p w14:paraId="7D03A1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ttcttacctt tcttttccaa tgttacttgg ttccatgcta tacatgtctc tgggaccaat</w:t>
      </w:r>
    </w:p>
    <w:p w14:paraId="0F5C2C7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ggtactaaga ggtttgataa ccctgtccta ccatttaatg atggtgttta ttttgcttcc</w:t>
      </w:r>
    </w:p>
    <w:p w14:paraId="5E23046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actgagaagt ctaacataat aagaggctgg atttttggta ctactttaga ttcgaagacc</w:t>
      </w:r>
    </w:p>
    <w:p w14:paraId="006C09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cagtccctac ttattgttaa taacgctact aatgttgtta ttaaagtctg tgaatttcaa</w:t>
      </w:r>
    </w:p>
    <w:p w14:paraId="4BA435A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ttttgtaatg atccattttt ggatgtttat taccacaaaa acaacaaaag ttggatggaa</w:t>
      </w:r>
    </w:p>
    <w:p w14:paraId="75AC14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65A111B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6F30E15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cgcctattaa tttagggcgt</w:t>
      </w:r>
    </w:p>
    <w:p w14:paraId="41425E6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gatctccctc agggtttttc ggctttagaa ccattggtag atttgccaat aggtattaac</w:t>
      </w:r>
    </w:p>
    <w:p w14:paraId="2A2BDF6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atcactaggt ttcaaacttt acttgcttta catagaagtt atttgactcc tggtgattct</w:t>
      </w:r>
    </w:p>
    <w:p w14:paraId="702600F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tcttcaggtt ggacagctgg tgctgcagct tattatgtgg gttatcttca acctaggact</w:t>
      </w:r>
    </w:p>
    <w:p w14:paraId="7CFF739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tttctattaa aatataatga aaatggaacc attacagatg ctgtagactg tgcacttgac</w:t>
      </w:r>
    </w:p>
    <w:p w14:paraId="6F0372A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cctctctcag aaacaaagtg tacgttgaaa tccttcactg tagaaaaagg aatctatcaa</w:t>
      </w:r>
    </w:p>
    <w:p w14:paraId="72524D0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acttctaact ttagagtcca accaacagaa tctattgtta gatttcctaa tattacaaac</w:t>
      </w:r>
    </w:p>
    <w:p w14:paraId="5A62EA9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ttgtgccctt ttgatgaagt ttttaacgcc accagatttg catctgttta tgcttggaac</w:t>
      </w:r>
    </w:p>
    <w:p w14:paraId="1FCDF72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aggaagagaa tcagcaactg tgttgctgat tattctgtcc tatataattt cgcaccattt</w:t>
      </w:r>
    </w:p>
    <w:p w14:paraId="3B9030C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ttcgctttta agtgttatgg agtgtctcct actaaattaa atgatctctg ctttactaat</w:t>
      </w:r>
    </w:p>
    <w:p w14:paraId="25ACC57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gtctatgcag attcatttgt aattagaggt aatgaagtca gccaaatcgc tccagggcaa</w:t>
      </w:r>
    </w:p>
    <w:p w14:paraId="702071B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actggaaata ttgctgatta taattataaa ttaccagatg attttacagg ctgcgttata</w:t>
      </w:r>
    </w:p>
    <w:p w14:paraId="27B88E7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gcttggaatt ctaacaagct tgattctaag gttggtggta attataatta cctgtataga</w:t>
      </w:r>
    </w:p>
    <w:p w14:paraId="6E3E629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ttgtttagga agtctaatct caaacctttt gagagagata tttcaactga aatctatcag</w:t>
      </w:r>
    </w:p>
    <w:p w14:paraId="6A5922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gccggtaaca aaccttgtaa tggtgttgca ggttttaatt gttactttcc tttacgatca</w:t>
      </w:r>
    </w:p>
    <w:p w14:paraId="78840AE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tatggtttcc gacccactaa tggtgttggt caccaaccat acagagtagt agtactttct</w:t>
      </w:r>
    </w:p>
    <w:p w14:paraId="7CA414D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tttgaacttc tacatgcacc agcaactgtt tgtggaccta aaaagtctac taatttggtt</w:t>
      </w:r>
    </w:p>
    <w:p w14:paraId="3DC067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aaaaacaaat gtgtcaattt caacttcaat ggtttaacag gcacaggtgt tcttactgag</w:t>
      </w:r>
    </w:p>
    <w:p w14:paraId="195FD7A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tctaacaaaa agtttctgcc tttccaacaa tttggcagag acattgctga cactactgat</w:t>
      </w:r>
    </w:p>
    <w:p w14:paraId="0CDFD78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gctgtccgtg atccacagac acttgagatt cttgacatta caccatgttc ttttggtggt</w:t>
      </w:r>
    </w:p>
    <w:p w14:paraId="025B93E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gtcagtgtta taacaccagg aacaaatact tctaaccagg ttgctgttct ttatcagggt</w:t>
      </w:r>
    </w:p>
    <w:p w14:paraId="0E45100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gttaactgca cagaagtccc tgttgctatt catgcagatc aacttactcc tacttggcgt</w:t>
      </w:r>
    </w:p>
    <w:p w14:paraId="0A84CEF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gtttattcta caggttctaa tgtttttcaa acacgtgcag gctgtttaat aggggctgaa</w:t>
      </w:r>
    </w:p>
    <w:p w14:paraId="24048BD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tatgtcaaca actcatatga gtgtgacata cccattggtg caggtatatg cgctagttat</w:t>
      </w:r>
    </w:p>
    <w:p w14:paraId="5D763E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cagactcaga ctaagtctca tcggcgggca cgtagtgtag ctagtcaatc catcattgcc</w:t>
      </w:r>
    </w:p>
    <w:p w14:paraId="1C3F1A7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tacactatgt cacttggtgc agaaaattca gttgcttact ctaataactc tattgccata</w:t>
      </w:r>
    </w:p>
    <w:p w14:paraId="3BE6C1F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cccacaaatt ttactattag tgttaccaca gaaattctac cagtgtctat gaccaagaca</w:t>
      </w:r>
    </w:p>
    <w:p w14:paraId="1EACC55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tcagtagatt gtacaatgta catttgtggt gattcaactg aatgcagcaa tcttttgttg</w:t>
      </w:r>
    </w:p>
    <w:p w14:paraId="651AE6C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caatatggca gtttttgtac acaattaaaa cgtgctttaa ctggaatagc tgttgaacaa</w:t>
      </w:r>
    </w:p>
    <w:p w14:paraId="54135FA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gacaaaaaca cccaagaagt ttttgcacaa gtcaaacaaa tttacaaaac accaccaatt</w:t>
      </w:r>
    </w:p>
    <w:p w14:paraId="0648F52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aaatattttg gtggttttaa tttttcacaa atattaccag atccatcaaa accaagcaag</w:t>
      </w:r>
    </w:p>
    <w:p w14:paraId="37F1226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aggtcattta ttgaagatct acttttcaac aaagtgacac ttgcagatgc tggcttcatc</w:t>
      </w:r>
    </w:p>
    <w:p w14:paraId="38C15F0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aaacaatatg gtgattgcct tggtgatatt gctgctagag acctcatttg tgcacaaaag</w:t>
      </w:r>
    </w:p>
    <w:p w14:paraId="6D66427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tttaacggcc ttactgtttt gccacctttg ctcacagatg aaatgattgc tcaatacact</w:t>
      </w:r>
    </w:p>
    <w:p w14:paraId="0710A3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tctgcactgt tagcgggtac aatcacttct ggttggacct ttggtgcagg tgctgcatta</w:t>
      </w:r>
    </w:p>
    <w:p w14:paraId="2455935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caaataccat ttgctatgca aatggcttat aggtttaatg gtattggagt tacacagaat</w:t>
      </w:r>
    </w:p>
    <w:p w14:paraId="02017C2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gttctctatg agaaccaaaa attgattgcc aaccaattta atagtgctat tggcaaaatt</w:t>
      </w:r>
    </w:p>
    <w:p w14:paraId="0E054D2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caagactcac tttcttccac agcaagtgca cttggaaaac ttcaagatgt ggtcaaccat</w:t>
      </w:r>
    </w:p>
    <w:p w14:paraId="7C6C6D6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aatgcacaag ctttaaacac gcttgttaaa caacttagct ccaaatttgg tgcaatttca</w:t>
      </w:r>
    </w:p>
    <w:p w14:paraId="66AD589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agtgttttaa atgatatcct ttcacgtctt gacaaagttg aggctgaagt gcaaattgat</w:t>
      </w:r>
    </w:p>
    <w:p w14:paraId="232D5D5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aggttgatca caggcagact tcaaagtttg cagacatatg tgactcaaca attaattaga</w:t>
      </w:r>
    </w:p>
    <w:p w14:paraId="1E63D34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gctgcagaaa tcagagcttc tgctaatctt gctgctacta aaatgtcaga gtgtgtactt</w:t>
      </w:r>
    </w:p>
    <w:p w14:paraId="76AD863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ggacaatcaa aaagagttga tttttgtgga aagggctatc atcttatgtc cttccctcag</w:t>
      </w:r>
    </w:p>
    <w:p w14:paraId="7A01C42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tcagcacctc atggtgtagt cttcttgcat gtgacttatg tccctgcaca agaaaagaac</w:t>
      </w:r>
    </w:p>
    <w:p w14:paraId="30CE77B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ttcacaactg ctcctgccat ttgtcatgat ggaaaagcac actttcctcg tgaaggtgtc</w:t>
      </w:r>
    </w:p>
    <w:p w14:paraId="7BD36AD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tttgtttcaa atggcacaca ctggtttgta acacaaagga atttttatga accacaaatc</w:t>
      </w:r>
    </w:p>
    <w:p w14:paraId="78B69F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attactacag acaacacatt tgtgtctggt aactgtgatg ttgtaatagg aattgtcaac</w:t>
      </w:r>
    </w:p>
    <w:p w14:paraId="1108893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aacacagttt atgatccttt gcaacctgaa ttagattcat tcaaggagga gttagataaa</w:t>
      </w:r>
    </w:p>
    <w:p w14:paraId="0F8495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tattttaaga atcatacatc accagatgtt gatttaggtg acatctctgg cattaatgct</w:t>
      </w:r>
    </w:p>
    <w:p w14:paraId="6C5C319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tcagttgtaa acattcaaaa agaaattgac cgcctcaatg aggttgccaa gaatttaaat</w:t>
      </w:r>
    </w:p>
    <w:p w14:paraId="27E7884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gaatctctca tcgatctcca agaacttgga aagtatgagc agtatataaa atggccatgg</w:t>
      </w:r>
    </w:p>
    <w:p w14:paraId="786419E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tacatttggc taggttttat agctggcttg attgccatag taatggtgac aattatgctt</w:t>
      </w:r>
    </w:p>
    <w:p w14:paraId="3343AF4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tgctgtatga ccagttgctg tagttgtctc aagggctgtt gttcttgtgg atcctgctgc</w:t>
      </w:r>
    </w:p>
    <w:p w14:paraId="46A72AC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aaatttgatg aagacgactc tgagccagtg ctcaaaggag tcaaattaca ttacacataa</w:t>
      </w:r>
    </w:p>
    <w:p w14:paraId="161FF5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acgaacttat ggatttgttt atgagaatct tcacaattgg aactgtaact ttgaagcaag</w:t>
      </w:r>
    </w:p>
    <w:p w14:paraId="63122D8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gtgaaatcaa ggatgctact ccttcagatt ttgttcgcgc tactgcaacg ataccgatac</w:t>
      </w:r>
    </w:p>
    <w:p w14:paraId="4B68F0A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aagcctcact ccctttcgga tggcttattg ttggcgttgc acttcttgct gtttttcaga</w:t>
      </w:r>
    </w:p>
    <w:p w14:paraId="13E600E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gcgcttccaa aatcataact ctcaaaaaga gatggcaact agcactctcc aagggtgttc</w:t>
      </w:r>
    </w:p>
    <w:p w14:paraId="79BC7E0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actttgtttg caacttgctg ttgttgtttg taacagttta ctcacacctt ttgctcgttg</w:t>
      </w:r>
    </w:p>
    <w:p w14:paraId="4F3B6E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ctgctggcct tgaagcccct tttctctatc tttatgcttt agtctacttc ttgcagagta</w:t>
      </w:r>
    </w:p>
    <w:p w14:paraId="35FF28B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taaactttgt aagaataata atgaggcttt ggctttgctg gaaatgccgt tccaaaaacc</w:t>
      </w:r>
    </w:p>
    <w:p w14:paraId="18C8CE7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cattacttta tgatgccaac tattttcttt gctggcatac taattgttac gactattgta</w:t>
      </w:r>
    </w:p>
    <w:p w14:paraId="6AA48B1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taccttacaa tagtgtaact tcttcaattg tcattacttc aggtgatggc acaacaagtc</w:t>
      </w:r>
    </w:p>
    <w:p w14:paraId="457984A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ctatttctga acatgactac cagattggtg gttatactga aaaatgggaa tctggagtaa</w:t>
      </w:r>
    </w:p>
    <w:p w14:paraId="61E26EC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aagactgtgt tgtattacac agttacttca cttcagacta ttaccagctg tactcaactc</w:t>
      </w:r>
    </w:p>
    <w:p w14:paraId="46BFC08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aattgagtac agacattggt gttgaacatg ttaccttctt catctacaat aaaattgttg</w:t>
      </w:r>
    </w:p>
    <w:p w14:paraId="4549A9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atgagcctga agaacatgtc caaattcaca caatcgacgg ttcatccgga gttgttaatc</w:t>
      </w:r>
    </w:p>
    <w:p w14:paraId="35F57EC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cagtaatgga accaatttat gatgaaccga cgacgactac tagcgtgcct ttgtaagcac</w:t>
      </w:r>
    </w:p>
    <w:p w14:paraId="260DA3B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aagctgatga gtacgaactt atgtactcat tcgtttcgga agagataggt acgttaatag</w:t>
      </w:r>
    </w:p>
    <w:p w14:paraId="744F3E6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ttaatagcgt acttcttttt cttgctttcg tggtattctt gctagttaca ctagccatcc</w:t>
      </w:r>
    </w:p>
    <w:p w14:paraId="1F1A173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ttactgcgct tcgattgtgt gcgtactgct gcaatattgt taacgtgagt cttgtaaaac</w:t>
      </w:r>
    </w:p>
    <w:p w14:paraId="46F86C9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cttcttttta cgtttactct cgtgttaaaa atctgaattc ttctagagtt cctgatcttc</w:t>
      </w:r>
    </w:p>
    <w:p w14:paraId="4369F89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tggtctaaac gaactaaata ttatattagt ttttctgttt ggaactttaa ttttagccat</w:t>
      </w:r>
    </w:p>
    <w:p w14:paraId="5373046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ggcagattcc aacggtacta ttaccgttga agagcttaaa aagctccttg aagaatggaa</w:t>
      </w:r>
    </w:p>
    <w:p w14:paraId="7E7E040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cctagtaata ggtttcctat tccttacatg gatttgtctt ctacaatttg cctatgccaa</w:t>
      </w:r>
    </w:p>
    <w:p w14:paraId="436D0A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caggaatagg tttttgtata taattaagtt aattttcctc tggctgttat ggccagtaac</w:t>
      </w:r>
    </w:p>
    <w:p w14:paraId="493EBCF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tttaacttgt tttgtgcttg ctgctgttta cagaataaat tggatcaccg gtggaattgc</w:t>
      </w:r>
    </w:p>
    <w:p w14:paraId="06E3A20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tatcgcaatg gcttgtcttg taggcttgat gtggctcagc tacttcattg cttctttcag</w:t>
      </w:r>
    </w:p>
    <w:p w14:paraId="65CBA1A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actgtttgcg cgtacgcgtt ccatgtggtc atttaatcca gaaactaaca ttcttctcaa</w:t>
      </w:r>
    </w:p>
    <w:p w14:paraId="5005B64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cgtgccactc catggcacta ttctgaccag accgcttcta gaaagtgaac tcgtaatcgg</w:t>
      </w:r>
    </w:p>
    <w:p w14:paraId="062F5CA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agctgtgatc cttcgtggac atcttcgtat tgctggacac catctaggac gctgtgacat</w:t>
      </w:r>
    </w:p>
    <w:p w14:paraId="62021A6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caaggacctg cctaaagaaa tcactgttgc tacatcacga acgctttctt attacaaatt</w:t>
      </w:r>
    </w:p>
    <w:p w14:paraId="05BADF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gggagcttcg cagcgtgtag caggtgactc aggttttgct gcatacagtc gctacaggat</w:t>
      </w:r>
    </w:p>
    <w:p w14:paraId="6D19E01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tggcaactat aaattaaaca cagaccattc cagtagcagt gacaatattg ctttgcttgt</w:t>
      </w:r>
    </w:p>
    <w:p w14:paraId="14B6B27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acagtaagtg acaacagatg tttcatctcg ttgactttca ggttactata gcagagatat</w:t>
      </w:r>
    </w:p>
    <w:p w14:paraId="3FEA410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tactaattat tatgcggact tttaaagttt ccatttggaa tcttgattac atcataaacc</w:t>
      </w:r>
    </w:p>
    <w:p w14:paraId="18CE48D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tcataattaa aaatttatct aagtcactaa ctgagaataa atattctcaa ttagatgaag</w:t>
      </w:r>
    </w:p>
    <w:p w14:paraId="3CCC638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agcaaccaat ggagattctc taaacgaaca tgaaaattat tcttttcttg gcactgataa</w:t>
      </w:r>
    </w:p>
    <w:p w14:paraId="0811FCB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cactcgctac ttgtgagctt tatcactacc aagagtgtgt tagaggtaca acagtacttt</w:t>
      </w:r>
    </w:p>
    <w:p w14:paraId="3518E2C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taaaagaacc ttgctcttct ggaacatacg agggcaattc accatttcat cctctagctg</w:t>
      </w:r>
    </w:p>
    <w:p w14:paraId="16C1C903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ataacaaatt tgcactgact tgctttagca ctcaatttgc ttttgcttgt cctgacggcg</w:t>
      </w:r>
    </w:p>
    <w:p w14:paraId="2349393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taaaacacgt ctatcagtta cgtgccagat cagtttcacc taaactgttc atcagacaag</w:t>
      </w:r>
    </w:p>
    <w:p w14:paraId="4B2453C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aggaagttca agaactttac tctccaattt ttcttattgt tgcggcaata gtgtttataa</w:t>
      </w:r>
    </w:p>
    <w:p w14:paraId="4BB016D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cactttgctt cacactcaaa agaaagacag aatgattgaa ctttcattaa ttgacttcta</w:t>
      </w:r>
    </w:p>
    <w:p w14:paraId="3D686256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tttgtgcttt ttagcctttc tgttattcct tgttttaatt atgcttatta tcttttggtt</w:t>
      </w:r>
    </w:p>
    <w:p w14:paraId="6891543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ctcacttgaa ctgcaagatc ataatgaaac ttgtcacgcc taaacgaaca tgaaatttct</w:t>
      </w:r>
    </w:p>
    <w:p w14:paraId="2A5957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tgttttctta ggaatcatca caactgtagc tgcatttcac caagaatgta gtttacagtc</w:t>
      </w:r>
    </w:p>
    <w:p w14:paraId="4073B58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atgtactcaa catcaaccat atgtagttga tgacccgtgt cctattcact tctattctaa</w:t>
      </w:r>
    </w:p>
    <w:p w14:paraId="32076F4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atggtatatt agagtaggag ctagaaaatc agcaccttta attgaattgt gcgtggatga</w:t>
      </w:r>
    </w:p>
    <w:p w14:paraId="6245E1D2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ggctggttct aaatcaccca ttcagtacat cgatatcggt aattatacag tttcctgttt</w:t>
      </w:r>
    </w:p>
    <w:p w14:paraId="2DF5110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accttttaca attaattgcc aggaacctaa attgggtagt cttgtagtgc gttgttcgtt</w:t>
      </w:r>
    </w:p>
    <w:p w14:paraId="2D9A136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ctatgaagac tttttagagt atcatgacgt tcgtgttgtt ttagatttca tctaaacgaa</w:t>
      </w:r>
    </w:p>
    <w:p w14:paraId="0AE8220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caaacttaaa tgtctgataa tggaccccaa aatcagcgaa atgcactccg cattacgttt</w:t>
      </w:r>
    </w:p>
    <w:p w14:paraId="066F245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ggtggaccct cagattcaac tggcagtaac cagaatggtg gggcgcgatc aaaacaacgt</w:t>
      </w:r>
    </w:p>
    <w:p w14:paraId="70D0F7D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cggccccaag gtttacccaa taatactgcg tcttggttca ccgctctcac tcaacatggc</w:t>
      </w:r>
    </w:p>
    <w:p w14:paraId="1BC1BB38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aaggaagacc ttaaattccc tcgaggacaa ggcgttccaa ttaacaccaa tagcagtcca</w:t>
      </w:r>
    </w:p>
    <w:p w14:paraId="7238166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gatgaccaaa ttggctacta ccgaagagct accagacgaa ttcgtggtgg tgacggtaaa</w:t>
      </w:r>
    </w:p>
    <w:p w14:paraId="6CC05D0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atgaaagatc tcagtccaag atggtatttc tactacctag gaactgggcc agaagctgga</w:t>
      </w:r>
    </w:p>
    <w:p w14:paraId="2ABEFB2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cttccctatg gtgctaacaa agacggcatc atatgggttg caactgaggg agccttgaat</w:t>
      </w:r>
    </w:p>
    <w:p w14:paraId="7BB657B1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acaccaaaag atcacattgg cacccgcaat cctgctaaca atgctgcaat cgtgctacaa</w:t>
      </w:r>
    </w:p>
    <w:p w14:paraId="1D4F0E8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cttcctcaag gaacaacatt gccaaaaggc ttctacgcag aagggagcag aggcggcagt</w:t>
      </w:r>
    </w:p>
    <w:p w14:paraId="7CEDE46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caagcctctt ctcgttcctc atcacgtagt cgcaacagtt caagaaattc aactccaggc</w:t>
      </w:r>
    </w:p>
    <w:p w14:paraId="4D60319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agcagtaaac gaacttctcc tgctagaatg gctggcaatg gcggtgatgc tgctcttgct</w:t>
      </w:r>
    </w:p>
    <w:p w14:paraId="7E5A3BBF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ttgctgctgc ttgacagatt gaaccagctt gagagcaaaa tgtctggtaa aggccaacaa</w:t>
      </w:r>
    </w:p>
    <w:p w14:paraId="66B317C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caacaaggcc aaactgtcac taagaaatct gctgctgagg cttctaagaa gcctcggcaa</w:t>
      </w:r>
    </w:p>
    <w:p w14:paraId="7FA518C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aaacgtactg ccactaaagc atacaatgta acacaagctt tcggcagacg tggtccagaa</w:t>
      </w:r>
    </w:p>
    <w:p w14:paraId="7BB41CB9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caaacccaag gaaattttgg ggaccaggaa ctaatcagac aaggaactga ttacaaacat</w:t>
      </w:r>
    </w:p>
    <w:p w14:paraId="47BED96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tggccgcaaa ttgcacaatt tgcccccagc gcttcagcgt tcttcggaat gtcgcgcatt</w:t>
      </w:r>
    </w:p>
    <w:p w14:paraId="7FA7D39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ggcatggaag tcacaccttc gggaacgtgg ttgacctaca caggtgccat caaattggat</w:t>
      </w:r>
    </w:p>
    <w:p w14:paraId="646CE2A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gacaaagatc caaatttcaa agatcaagtc attttgctga ataagcatat tgacgcatac</w:t>
      </w:r>
    </w:p>
    <w:p w14:paraId="40410840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aaaacattcc caccaacaga gcctaaaaag gacaaaaaga agaaggctga tgaaactcaa</w:t>
      </w:r>
    </w:p>
    <w:p w14:paraId="19E64D5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gccttaccgc agagacagaa gaaacagcaa actgtgactc ttcttcctgc tgcagatttg</w:t>
      </w:r>
    </w:p>
    <w:p w14:paraId="33314D55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gatgatttct ccaaacaatt gcaacaatcc atgagccgtg ctgactcaac tcaggcctaa</w:t>
      </w:r>
    </w:p>
    <w:p w14:paraId="05708A1A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actcatgcag accacacaag gcagatgggc tatataaacg ttttcgcttt tccgtttacg</w:t>
      </w:r>
    </w:p>
    <w:p w14:paraId="496EC137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atatatagtc tactcttgtg cagaatgaat tctcgtaact acatagcaca agtagatgta</w:t>
      </w:r>
    </w:p>
    <w:p w14:paraId="38F7368B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gttaacttta atctcacata gcaatcttta atcagtgtgt aacattaggg aggacttgaa</w:t>
      </w:r>
    </w:p>
    <w:p w14:paraId="7EF44AFC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agagccacca cattttcacc tacagtgaac aatgctaggg agagctgcct atatggaaga</w:t>
      </w:r>
    </w:p>
    <w:p w14:paraId="7CED933D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 ttttagtagt gcnnnnnnnn nnnnnnnnnn nnnnnnnnnn</w:t>
      </w:r>
    </w:p>
    <w:p w14:paraId="4136885E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nnnnnnnnnn caaaaaaaaa aaaaaaaaaa aaaaaaaaaa aaaa</w:t>
      </w:r>
    </w:p>
    <w:p w14:paraId="641A45B4" w14:textId="77777777" w:rsidR="001C3D4C" w:rsidRPr="001C3D4C" w:rsidRDefault="001C3D4C" w:rsidP="001C3D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3D4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EE4382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4C"/>
    <w:rsid w:val="00027553"/>
    <w:rsid w:val="0004370C"/>
    <w:rsid w:val="000A1613"/>
    <w:rsid w:val="000A2341"/>
    <w:rsid w:val="00145305"/>
    <w:rsid w:val="001A19DB"/>
    <w:rsid w:val="001B0602"/>
    <w:rsid w:val="001C3D4C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8DA86B"/>
  <w15:chartTrackingRefBased/>
  <w15:docId w15:val="{D2B0BDE3-59A7-834D-9FA9-DC9A768A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20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0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10980</Words>
  <Characters>62586</Characters>
  <Application>Microsoft Office Word</Application>
  <DocSecurity>0</DocSecurity>
  <Lines>521</Lines>
  <Paragraphs>146</Paragraphs>
  <ScaleCrop>false</ScaleCrop>
  <Company/>
  <LinksUpToDate>false</LinksUpToDate>
  <CharactersWithSpaces>73420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2023-04-03T13:23:00Z</dcterms:created>
  <dcterms:modified xsi:type="dcterms:W3CDTF">2023-04-03T13:23:00Z</dcterms:modified>
</cp:coreProperties>
</file>